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E3B" w:rsidRPr="00CE00CA" w:rsidRDefault="00F32E3B" w:rsidP="00CE00CA">
      <w:pPr>
        <w:spacing w:line="240" w:lineRule="auto"/>
        <w:rPr>
          <w:rFonts w:ascii="Times New Roman" w:hAnsi="Times New Roman"/>
          <w:color w:val="C00000"/>
          <w:sz w:val="28"/>
          <w:szCs w:val="28"/>
        </w:rPr>
      </w:pPr>
      <w:r w:rsidRPr="00CE00CA">
        <w:rPr>
          <w:rFonts w:ascii="Times New Roman" w:hAnsi="Times New Roman"/>
          <w:color w:val="C00000"/>
          <w:sz w:val="28"/>
          <w:szCs w:val="28"/>
        </w:rPr>
        <w:t>Kordamisküsimused Võrdleva Poliitika Kontrolltööks</w:t>
      </w:r>
    </w:p>
    <w:p w:rsidR="00F32E3B" w:rsidRPr="00CE00CA" w:rsidRDefault="00F32E3B" w:rsidP="00CE00CA">
      <w:pPr>
        <w:spacing w:line="240" w:lineRule="auto"/>
        <w:rPr>
          <w:rFonts w:ascii="Times New Roman" w:hAnsi="Times New Roman"/>
          <w:color w:val="C00000"/>
          <w:sz w:val="28"/>
          <w:szCs w:val="28"/>
        </w:rPr>
      </w:pPr>
      <w:r w:rsidRPr="00CE00CA">
        <w:rPr>
          <w:rFonts w:ascii="Times New Roman" w:hAnsi="Times New Roman"/>
          <w:color w:val="C00000"/>
          <w:sz w:val="28"/>
          <w:szCs w:val="28"/>
        </w:rPr>
        <w:t>1 loeng</w:t>
      </w:r>
    </w:p>
    <w:p w:rsidR="00F32E3B" w:rsidRPr="00CE00CA" w:rsidRDefault="00F32E3B" w:rsidP="00CE00CA">
      <w:pPr>
        <w:spacing w:line="240" w:lineRule="auto"/>
        <w:rPr>
          <w:rFonts w:ascii="Times New Roman" w:hAnsi="Times New Roman"/>
          <w:color w:val="C00000"/>
          <w:sz w:val="28"/>
          <w:szCs w:val="28"/>
        </w:rPr>
      </w:pPr>
      <w:r w:rsidRPr="00CE00CA">
        <w:rPr>
          <w:rFonts w:ascii="Times New Roman" w:hAnsi="Times New Roman"/>
          <w:color w:val="C00000"/>
          <w:sz w:val="28"/>
          <w:szCs w:val="28"/>
        </w:rPr>
        <w:t>Riigi mõiste ja modernse riigi kujunemine.</w:t>
      </w:r>
    </w:p>
    <w:p w:rsidR="00F32E3B" w:rsidRPr="00CE00CA" w:rsidRDefault="00F32E3B" w:rsidP="00CE00CA">
      <w:pPr>
        <w:spacing w:line="240" w:lineRule="auto"/>
        <w:rPr>
          <w:rFonts w:ascii="Times New Roman" w:hAnsi="Times New Roman"/>
          <w:color w:val="C00000"/>
          <w:sz w:val="28"/>
          <w:szCs w:val="28"/>
        </w:rPr>
      </w:pPr>
      <w:r w:rsidRPr="00CE00CA">
        <w:rPr>
          <w:rFonts w:ascii="Times New Roman" w:hAnsi="Times New Roman"/>
          <w:color w:val="C00000"/>
          <w:sz w:val="28"/>
          <w:szCs w:val="28"/>
        </w:rPr>
        <w:t>1)Mida võrdlev poliitika uurib, mis on tema spetsiifika?</w:t>
      </w:r>
    </w:p>
    <w:p w:rsidR="00F32E3B" w:rsidRPr="00CE00CA" w:rsidRDefault="00F32E3B" w:rsidP="00CE00CA">
      <w:pPr>
        <w:spacing w:line="240" w:lineRule="auto"/>
        <w:rPr>
          <w:rFonts w:ascii="Times New Roman" w:hAnsi="Times New Roman"/>
          <w:sz w:val="28"/>
          <w:szCs w:val="28"/>
        </w:rPr>
      </w:pPr>
      <w:r w:rsidRPr="00CE00CA">
        <w:rPr>
          <w:rFonts w:ascii="Times New Roman" w:hAnsi="Times New Roman"/>
          <w:sz w:val="28"/>
          <w:szCs w:val="28"/>
        </w:rPr>
        <w:t>Süsteemne riikide ja poliitiliste süsteemide võrdlemine. Huvitavad sarnasused ja erinevused riikide vahel, klassifikatsioonid, ajalooline areng, seaduspärad.</w:t>
      </w:r>
    </w:p>
    <w:p w:rsidR="00F32E3B" w:rsidRPr="00CE00CA" w:rsidRDefault="00F32E3B" w:rsidP="00CE00CA">
      <w:pPr>
        <w:spacing w:line="240" w:lineRule="auto"/>
        <w:rPr>
          <w:rFonts w:ascii="Times New Roman" w:hAnsi="Times New Roman"/>
          <w:color w:val="C00000"/>
          <w:sz w:val="28"/>
          <w:szCs w:val="28"/>
        </w:rPr>
      </w:pPr>
      <w:r w:rsidRPr="00CE00CA">
        <w:rPr>
          <w:rFonts w:ascii="Times New Roman" w:hAnsi="Times New Roman"/>
          <w:color w:val="C00000"/>
          <w:sz w:val="28"/>
          <w:szCs w:val="28"/>
        </w:rPr>
        <w:t>2)Millal võrdlev poliitika iseseisva distsipliinina välja kujunes?</w:t>
      </w:r>
    </w:p>
    <w:p w:rsidR="00F32E3B" w:rsidRPr="00CE00CA" w:rsidRDefault="00F32E3B" w:rsidP="00CE00CA">
      <w:pPr>
        <w:spacing w:line="240" w:lineRule="auto"/>
        <w:rPr>
          <w:rFonts w:ascii="Times New Roman" w:hAnsi="Times New Roman"/>
          <w:sz w:val="28"/>
          <w:szCs w:val="28"/>
        </w:rPr>
      </w:pPr>
      <w:r w:rsidRPr="00CE00CA">
        <w:rPr>
          <w:rFonts w:ascii="Times New Roman" w:hAnsi="Times New Roman"/>
          <w:sz w:val="28"/>
          <w:szCs w:val="28"/>
        </w:rPr>
        <w:t>19 saj alguses, historitsismist</w:t>
      </w:r>
    </w:p>
    <w:p w:rsidR="00F32E3B" w:rsidRPr="00CE00CA" w:rsidRDefault="00F32E3B" w:rsidP="00CE00CA">
      <w:pPr>
        <w:spacing w:line="240" w:lineRule="auto"/>
        <w:rPr>
          <w:rFonts w:ascii="Times New Roman" w:hAnsi="Times New Roman"/>
          <w:color w:val="C00000"/>
          <w:sz w:val="28"/>
          <w:szCs w:val="28"/>
        </w:rPr>
      </w:pPr>
      <w:r w:rsidRPr="00CE00CA">
        <w:rPr>
          <w:rFonts w:ascii="Times New Roman" w:hAnsi="Times New Roman"/>
          <w:color w:val="C00000"/>
          <w:sz w:val="28"/>
          <w:szCs w:val="28"/>
        </w:rPr>
        <w:t>3)Modernse riigi tunnused:</w:t>
      </w:r>
    </w:p>
    <w:p w:rsidR="00F32E3B" w:rsidRPr="00CE00CA" w:rsidRDefault="00F32E3B" w:rsidP="00CE00CA">
      <w:pPr>
        <w:pStyle w:val="ListParagraph"/>
        <w:numPr>
          <w:ilvl w:val="0"/>
          <w:numId w:val="1"/>
        </w:numPr>
        <w:spacing w:line="240" w:lineRule="auto"/>
        <w:rPr>
          <w:rFonts w:ascii="Times New Roman" w:hAnsi="Times New Roman"/>
          <w:sz w:val="28"/>
          <w:szCs w:val="28"/>
        </w:rPr>
      </w:pPr>
      <w:r w:rsidRPr="00CE00CA">
        <w:rPr>
          <w:rFonts w:ascii="Times New Roman" w:hAnsi="Times New Roman"/>
          <w:sz w:val="28"/>
          <w:szCs w:val="28"/>
        </w:rPr>
        <w:t>Territoriaalsus- selged piirid puudusid kuni 18. Sajandini</w:t>
      </w:r>
    </w:p>
    <w:p w:rsidR="00F32E3B" w:rsidRPr="00CE00CA" w:rsidRDefault="00F32E3B" w:rsidP="00CE00CA">
      <w:pPr>
        <w:pStyle w:val="ListParagraph"/>
        <w:numPr>
          <w:ilvl w:val="0"/>
          <w:numId w:val="1"/>
        </w:numPr>
        <w:spacing w:line="240" w:lineRule="auto"/>
        <w:rPr>
          <w:rFonts w:ascii="Times New Roman" w:hAnsi="Times New Roman"/>
          <w:sz w:val="28"/>
          <w:szCs w:val="28"/>
        </w:rPr>
      </w:pPr>
      <w:r w:rsidRPr="00CE00CA">
        <w:rPr>
          <w:rFonts w:ascii="Times New Roman" w:hAnsi="Times New Roman"/>
          <w:sz w:val="28"/>
          <w:szCs w:val="28"/>
        </w:rPr>
        <w:t>Seaduse võim- piirab valitsuse suva ja kehtib kõigile</w:t>
      </w:r>
    </w:p>
    <w:p w:rsidR="00F32E3B" w:rsidRPr="00CE00CA" w:rsidRDefault="00F32E3B" w:rsidP="00CE00CA">
      <w:pPr>
        <w:pStyle w:val="ListParagraph"/>
        <w:numPr>
          <w:ilvl w:val="0"/>
          <w:numId w:val="1"/>
        </w:numPr>
        <w:spacing w:line="240" w:lineRule="auto"/>
        <w:rPr>
          <w:rFonts w:ascii="Times New Roman" w:hAnsi="Times New Roman"/>
          <w:sz w:val="28"/>
          <w:szCs w:val="28"/>
        </w:rPr>
      </w:pPr>
      <w:r w:rsidRPr="00CE00CA">
        <w:rPr>
          <w:rFonts w:ascii="Times New Roman" w:hAnsi="Times New Roman"/>
          <w:sz w:val="28"/>
          <w:szCs w:val="28"/>
        </w:rPr>
        <w:t>Konstitutsioonil põhinemine- 18. Saj ideee võimude lahususest ja baasreeglite paika panekust poliitikas</w:t>
      </w:r>
    </w:p>
    <w:p w:rsidR="00F32E3B" w:rsidRPr="00CE00CA" w:rsidRDefault="00F32E3B" w:rsidP="00CE00CA">
      <w:pPr>
        <w:pStyle w:val="ListParagraph"/>
        <w:numPr>
          <w:ilvl w:val="0"/>
          <w:numId w:val="1"/>
        </w:numPr>
        <w:spacing w:line="240" w:lineRule="auto"/>
        <w:rPr>
          <w:rFonts w:ascii="Times New Roman" w:hAnsi="Times New Roman"/>
          <w:sz w:val="28"/>
          <w:szCs w:val="28"/>
        </w:rPr>
      </w:pPr>
      <w:r w:rsidRPr="00CE00CA">
        <w:rPr>
          <w:rFonts w:ascii="Times New Roman" w:hAnsi="Times New Roman"/>
          <w:sz w:val="28"/>
          <w:szCs w:val="28"/>
        </w:rPr>
        <w:t>Bürokraatia- professionaalne Weberlik bürokraatia alates 19 saj.</w:t>
      </w:r>
    </w:p>
    <w:p w:rsidR="00F32E3B" w:rsidRPr="00CE00CA" w:rsidRDefault="00F32E3B" w:rsidP="00CE00CA">
      <w:pPr>
        <w:pStyle w:val="ListParagraph"/>
        <w:numPr>
          <w:ilvl w:val="0"/>
          <w:numId w:val="1"/>
        </w:numPr>
        <w:spacing w:line="240" w:lineRule="auto"/>
        <w:rPr>
          <w:rFonts w:ascii="Times New Roman" w:hAnsi="Times New Roman"/>
          <w:sz w:val="28"/>
          <w:szCs w:val="28"/>
        </w:rPr>
      </w:pPr>
      <w:r w:rsidRPr="00CE00CA">
        <w:rPr>
          <w:rFonts w:ascii="Times New Roman" w:hAnsi="Times New Roman"/>
          <w:sz w:val="28"/>
          <w:szCs w:val="28"/>
        </w:rPr>
        <w:t>Monopol kasutada vägivalda- kujuneb välja keskajal ettekäändeks korra tagamine</w:t>
      </w:r>
    </w:p>
    <w:p w:rsidR="00F32E3B" w:rsidRPr="00CE00CA" w:rsidRDefault="00F32E3B" w:rsidP="00CE00CA">
      <w:pPr>
        <w:pStyle w:val="ListParagraph"/>
        <w:numPr>
          <w:ilvl w:val="0"/>
          <w:numId w:val="1"/>
        </w:numPr>
        <w:spacing w:line="240" w:lineRule="auto"/>
        <w:rPr>
          <w:rFonts w:ascii="Times New Roman" w:hAnsi="Times New Roman"/>
          <w:sz w:val="28"/>
          <w:szCs w:val="28"/>
        </w:rPr>
      </w:pPr>
      <w:r w:rsidRPr="00CE00CA">
        <w:rPr>
          <w:rFonts w:ascii="Times New Roman" w:hAnsi="Times New Roman"/>
          <w:sz w:val="28"/>
          <w:szCs w:val="28"/>
        </w:rPr>
        <w:t>Maksustamine- kuni 18 saj episoodiline ja sõdadega seoses</w:t>
      </w:r>
    </w:p>
    <w:p w:rsidR="00F32E3B" w:rsidRPr="00CE00CA" w:rsidRDefault="00F32E3B" w:rsidP="00CE00CA">
      <w:pPr>
        <w:spacing w:line="240" w:lineRule="auto"/>
        <w:rPr>
          <w:rFonts w:ascii="Times New Roman" w:hAnsi="Times New Roman"/>
          <w:color w:val="C00000"/>
          <w:sz w:val="28"/>
          <w:szCs w:val="28"/>
        </w:rPr>
      </w:pPr>
      <w:r w:rsidRPr="00CE00CA">
        <w:rPr>
          <w:rFonts w:ascii="Times New Roman" w:hAnsi="Times New Roman"/>
          <w:color w:val="C00000"/>
          <w:sz w:val="28"/>
          <w:szCs w:val="28"/>
        </w:rPr>
        <w:t>4) Feodaalriik:</w:t>
      </w:r>
    </w:p>
    <w:p w:rsidR="00F32E3B" w:rsidRPr="00CE00CA" w:rsidRDefault="00F32E3B" w:rsidP="00CE00CA">
      <w:pPr>
        <w:pStyle w:val="ListParagraph"/>
        <w:numPr>
          <w:ilvl w:val="0"/>
          <w:numId w:val="3"/>
        </w:numPr>
        <w:spacing w:line="240" w:lineRule="auto"/>
        <w:rPr>
          <w:rFonts w:ascii="Times New Roman" w:hAnsi="Times New Roman"/>
          <w:color w:val="C00000"/>
          <w:sz w:val="28"/>
          <w:szCs w:val="28"/>
        </w:rPr>
      </w:pPr>
      <w:r w:rsidRPr="00CE00CA">
        <w:rPr>
          <w:rFonts w:ascii="Times New Roman" w:hAnsi="Times New Roman"/>
          <w:sz w:val="28"/>
          <w:szCs w:val="28"/>
        </w:rPr>
        <w:t>8-13saj. Euroopas</w:t>
      </w:r>
    </w:p>
    <w:p w:rsidR="00F32E3B" w:rsidRPr="00CE00CA" w:rsidRDefault="00F32E3B" w:rsidP="00CE00CA">
      <w:pPr>
        <w:pStyle w:val="ListParagraph"/>
        <w:numPr>
          <w:ilvl w:val="0"/>
          <w:numId w:val="3"/>
        </w:numPr>
        <w:spacing w:line="240" w:lineRule="auto"/>
        <w:rPr>
          <w:rFonts w:ascii="Times New Roman" w:hAnsi="Times New Roman"/>
          <w:color w:val="C00000"/>
          <w:sz w:val="28"/>
          <w:szCs w:val="28"/>
        </w:rPr>
      </w:pPr>
      <w:r w:rsidRPr="00CE00CA">
        <w:rPr>
          <w:rFonts w:ascii="Times New Roman" w:hAnsi="Times New Roman"/>
          <w:sz w:val="28"/>
          <w:szCs w:val="28"/>
        </w:rPr>
        <w:t>Personaalne vasalli kuninga suhe, mis on seotud õiguste ja kohustustega.</w:t>
      </w:r>
    </w:p>
    <w:p w:rsidR="00F32E3B" w:rsidRPr="00CE00CA" w:rsidRDefault="00F32E3B" w:rsidP="00CE00CA">
      <w:pPr>
        <w:pStyle w:val="ListParagraph"/>
        <w:numPr>
          <w:ilvl w:val="0"/>
          <w:numId w:val="3"/>
        </w:numPr>
        <w:spacing w:line="240" w:lineRule="auto"/>
        <w:rPr>
          <w:rFonts w:ascii="Times New Roman" w:hAnsi="Times New Roman"/>
          <w:color w:val="C00000"/>
          <w:sz w:val="28"/>
          <w:szCs w:val="28"/>
        </w:rPr>
      </w:pPr>
      <w:r w:rsidRPr="00CE00CA">
        <w:rPr>
          <w:rFonts w:ascii="Times New Roman" w:hAnsi="Times New Roman"/>
          <w:sz w:val="28"/>
          <w:szCs w:val="28"/>
        </w:rPr>
        <w:t>Kuningavõim on nõrk</w:t>
      </w:r>
    </w:p>
    <w:p w:rsidR="00F32E3B" w:rsidRPr="00CE00CA" w:rsidRDefault="00F32E3B" w:rsidP="00CE00CA">
      <w:pPr>
        <w:pStyle w:val="ListParagraph"/>
        <w:numPr>
          <w:ilvl w:val="0"/>
          <w:numId w:val="3"/>
        </w:numPr>
        <w:spacing w:line="240" w:lineRule="auto"/>
        <w:rPr>
          <w:rFonts w:ascii="Times New Roman" w:hAnsi="Times New Roman"/>
          <w:color w:val="C00000"/>
          <w:sz w:val="28"/>
          <w:szCs w:val="28"/>
        </w:rPr>
      </w:pPr>
      <w:r w:rsidRPr="00CE00CA">
        <w:rPr>
          <w:rFonts w:ascii="Times New Roman" w:hAnsi="Times New Roman"/>
          <w:sz w:val="28"/>
          <w:szCs w:val="28"/>
        </w:rPr>
        <w:t>Euroopa rakukeste-laadne poliitiline struktuur, kus ainuke ühendav lüli oli kirik.</w:t>
      </w:r>
    </w:p>
    <w:p w:rsidR="00F32E3B" w:rsidRPr="00CE00CA" w:rsidRDefault="00F32E3B" w:rsidP="00CE00CA">
      <w:pPr>
        <w:pStyle w:val="ListParagraph"/>
        <w:numPr>
          <w:ilvl w:val="0"/>
          <w:numId w:val="3"/>
        </w:numPr>
        <w:spacing w:line="240" w:lineRule="auto"/>
        <w:rPr>
          <w:rFonts w:ascii="Times New Roman" w:hAnsi="Times New Roman"/>
          <w:color w:val="C00000"/>
          <w:sz w:val="28"/>
          <w:szCs w:val="28"/>
        </w:rPr>
      </w:pPr>
      <w:r w:rsidRPr="00CE00CA">
        <w:rPr>
          <w:rFonts w:ascii="Times New Roman" w:hAnsi="Times New Roman"/>
          <w:sz w:val="28"/>
          <w:szCs w:val="28"/>
        </w:rPr>
        <w:t>Monarhi sissetulek põhiliselt enda mõisatest ja maalt.</w:t>
      </w:r>
    </w:p>
    <w:p w:rsidR="00F32E3B" w:rsidRPr="00CE00CA" w:rsidRDefault="00F32E3B" w:rsidP="00CE00CA">
      <w:pPr>
        <w:pStyle w:val="ListParagraph"/>
        <w:numPr>
          <w:ilvl w:val="0"/>
          <w:numId w:val="3"/>
        </w:numPr>
        <w:spacing w:line="240" w:lineRule="auto"/>
        <w:rPr>
          <w:rFonts w:ascii="Times New Roman" w:hAnsi="Times New Roman"/>
          <w:color w:val="C00000"/>
          <w:sz w:val="28"/>
          <w:szCs w:val="28"/>
        </w:rPr>
      </w:pPr>
      <w:r w:rsidRPr="00CE00CA">
        <w:rPr>
          <w:rFonts w:ascii="Times New Roman" w:hAnsi="Times New Roman"/>
          <w:sz w:val="28"/>
          <w:szCs w:val="28"/>
        </w:rPr>
        <w:t>Monarh esimene võrdsete seas</w:t>
      </w:r>
    </w:p>
    <w:p w:rsidR="00F32E3B" w:rsidRPr="00CE00CA" w:rsidRDefault="00F32E3B" w:rsidP="00CE00CA">
      <w:pPr>
        <w:spacing w:line="240" w:lineRule="auto"/>
        <w:rPr>
          <w:rFonts w:ascii="Times New Roman" w:hAnsi="Times New Roman"/>
          <w:color w:val="C00000"/>
          <w:sz w:val="28"/>
          <w:szCs w:val="28"/>
        </w:rPr>
      </w:pPr>
      <w:r w:rsidRPr="00CE00CA">
        <w:rPr>
          <w:rFonts w:ascii="Times New Roman" w:hAnsi="Times New Roman"/>
          <w:color w:val="C00000"/>
          <w:sz w:val="28"/>
          <w:szCs w:val="28"/>
        </w:rPr>
        <w:t>5)Ständestaat:</w:t>
      </w:r>
    </w:p>
    <w:p w:rsidR="00F32E3B" w:rsidRPr="00CE00CA" w:rsidRDefault="00F32E3B" w:rsidP="00CE00CA">
      <w:pPr>
        <w:pStyle w:val="ListParagraph"/>
        <w:numPr>
          <w:ilvl w:val="0"/>
          <w:numId w:val="4"/>
        </w:numPr>
        <w:spacing w:line="240" w:lineRule="auto"/>
        <w:rPr>
          <w:rFonts w:ascii="Times New Roman" w:hAnsi="Times New Roman"/>
          <w:color w:val="C00000"/>
          <w:sz w:val="28"/>
          <w:szCs w:val="28"/>
        </w:rPr>
      </w:pPr>
      <w:r w:rsidRPr="00CE00CA">
        <w:rPr>
          <w:rFonts w:ascii="Times New Roman" w:hAnsi="Times New Roman"/>
          <w:sz w:val="28"/>
          <w:szCs w:val="28"/>
        </w:rPr>
        <w:t>Seisuslik riik, tekkib 13-15 sajand</w:t>
      </w:r>
    </w:p>
    <w:p w:rsidR="00F32E3B" w:rsidRPr="00CE00CA" w:rsidRDefault="00F32E3B" w:rsidP="00CE00CA">
      <w:pPr>
        <w:pStyle w:val="ListParagraph"/>
        <w:numPr>
          <w:ilvl w:val="0"/>
          <w:numId w:val="4"/>
        </w:numPr>
        <w:spacing w:line="240" w:lineRule="auto"/>
        <w:rPr>
          <w:rFonts w:ascii="Times New Roman" w:hAnsi="Times New Roman"/>
          <w:color w:val="C00000"/>
          <w:sz w:val="28"/>
          <w:szCs w:val="28"/>
        </w:rPr>
      </w:pPr>
      <w:r w:rsidRPr="00CE00CA">
        <w:rPr>
          <w:rFonts w:ascii="Times New Roman" w:hAnsi="Times New Roman"/>
          <w:sz w:val="28"/>
          <w:szCs w:val="28"/>
        </w:rPr>
        <w:t>Tekkib seoses linnade ja raharingluse arenguga</w:t>
      </w:r>
    </w:p>
    <w:p w:rsidR="00F32E3B" w:rsidRPr="00CE00CA" w:rsidRDefault="00F32E3B" w:rsidP="00CE00CA">
      <w:pPr>
        <w:pStyle w:val="ListParagraph"/>
        <w:numPr>
          <w:ilvl w:val="0"/>
          <w:numId w:val="4"/>
        </w:numPr>
        <w:spacing w:line="240" w:lineRule="auto"/>
        <w:rPr>
          <w:rFonts w:ascii="Times New Roman" w:hAnsi="Times New Roman"/>
          <w:color w:val="C00000"/>
          <w:sz w:val="28"/>
          <w:szCs w:val="28"/>
        </w:rPr>
      </w:pPr>
      <w:r w:rsidRPr="00CE00CA">
        <w:rPr>
          <w:rFonts w:ascii="Times New Roman" w:hAnsi="Times New Roman"/>
          <w:sz w:val="28"/>
          <w:szCs w:val="28"/>
        </w:rPr>
        <w:t>Ühtsema õigusruumi teke</w:t>
      </w:r>
    </w:p>
    <w:p w:rsidR="00F32E3B" w:rsidRPr="00CE00CA" w:rsidRDefault="00F32E3B" w:rsidP="00CE00CA">
      <w:pPr>
        <w:pStyle w:val="ListParagraph"/>
        <w:numPr>
          <w:ilvl w:val="0"/>
          <w:numId w:val="4"/>
        </w:numPr>
        <w:spacing w:line="240" w:lineRule="auto"/>
        <w:rPr>
          <w:rFonts w:ascii="Times New Roman" w:hAnsi="Times New Roman"/>
          <w:color w:val="C00000"/>
          <w:sz w:val="28"/>
          <w:szCs w:val="28"/>
        </w:rPr>
      </w:pPr>
      <w:r w:rsidRPr="00CE00CA">
        <w:rPr>
          <w:rFonts w:ascii="Times New Roman" w:hAnsi="Times New Roman"/>
          <w:sz w:val="28"/>
          <w:szCs w:val="28"/>
        </w:rPr>
        <w:t>Territoriaalsus</w:t>
      </w:r>
    </w:p>
    <w:p w:rsidR="00F32E3B" w:rsidRPr="00CE00CA" w:rsidRDefault="00F32E3B" w:rsidP="00CE00CA">
      <w:pPr>
        <w:pStyle w:val="ListParagraph"/>
        <w:numPr>
          <w:ilvl w:val="0"/>
          <w:numId w:val="4"/>
        </w:numPr>
        <w:spacing w:line="240" w:lineRule="auto"/>
        <w:rPr>
          <w:rFonts w:ascii="Times New Roman" w:hAnsi="Times New Roman"/>
          <w:color w:val="C00000"/>
          <w:sz w:val="28"/>
          <w:szCs w:val="28"/>
        </w:rPr>
      </w:pPr>
      <w:r w:rsidRPr="00CE00CA">
        <w:rPr>
          <w:rFonts w:ascii="Times New Roman" w:hAnsi="Times New Roman"/>
          <w:sz w:val="28"/>
          <w:szCs w:val="28"/>
        </w:rPr>
        <w:t>Esinduskodade(parlamendi) teke</w:t>
      </w:r>
    </w:p>
    <w:p w:rsidR="00F32E3B" w:rsidRPr="00CE00CA" w:rsidRDefault="00F32E3B" w:rsidP="00CE00CA">
      <w:pPr>
        <w:pStyle w:val="ListParagraph"/>
        <w:numPr>
          <w:ilvl w:val="0"/>
          <w:numId w:val="4"/>
        </w:numPr>
        <w:spacing w:line="240" w:lineRule="auto"/>
        <w:rPr>
          <w:rFonts w:ascii="Times New Roman" w:hAnsi="Times New Roman"/>
          <w:color w:val="C00000"/>
          <w:sz w:val="28"/>
          <w:szCs w:val="28"/>
        </w:rPr>
      </w:pPr>
      <w:r w:rsidRPr="00CE00CA">
        <w:rPr>
          <w:rFonts w:ascii="Times New Roman" w:hAnsi="Times New Roman"/>
          <w:sz w:val="28"/>
          <w:szCs w:val="28"/>
        </w:rPr>
        <w:t>Üksikud linnad ja feodaalid siiski veel keskvõimust üsna sõltumatud ja kohtupidamine suuresti kohalikel õigustel</w:t>
      </w:r>
    </w:p>
    <w:p w:rsidR="00F32E3B" w:rsidRPr="00CE00CA" w:rsidRDefault="00F32E3B" w:rsidP="00CE00CA">
      <w:pPr>
        <w:spacing w:line="240" w:lineRule="auto"/>
        <w:rPr>
          <w:rFonts w:ascii="Times New Roman" w:hAnsi="Times New Roman"/>
          <w:color w:val="C00000"/>
          <w:sz w:val="28"/>
          <w:szCs w:val="28"/>
        </w:rPr>
      </w:pPr>
      <w:r w:rsidRPr="00CE00CA">
        <w:rPr>
          <w:rFonts w:ascii="Times New Roman" w:hAnsi="Times New Roman"/>
          <w:color w:val="C00000"/>
          <w:sz w:val="28"/>
          <w:szCs w:val="28"/>
        </w:rPr>
        <w:t>6) Mida andis modernse riigi arengusse absoluutse monarhia periood(16-18 saj)</w:t>
      </w:r>
    </w:p>
    <w:p w:rsidR="00F32E3B" w:rsidRPr="00CE00CA" w:rsidRDefault="00F32E3B" w:rsidP="00CE00CA">
      <w:pPr>
        <w:pStyle w:val="ListParagraph"/>
        <w:numPr>
          <w:ilvl w:val="0"/>
          <w:numId w:val="5"/>
        </w:numPr>
        <w:spacing w:line="240" w:lineRule="auto"/>
        <w:rPr>
          <w:rFonts w:ascii="Times New Roman" w:hAnsi="Times New Roman"/>
          <w:color w:val="C00000"/>
          <w:sz w:val="28"/>
          <w:szCs w:val="28"/>
        </w:rPr>
      </w:pPr>
      <w:r w:rsidRPr="00CE00CA">
        <w:rPr>
          <w:rFonts w:ascii="Times New Roman" w:hAnsi="Times New Roman"/>
          <w:sz w:val="28"/>
          <w:szCs w:val="28"/>
        </w:rPr>
        <w:t>Püsiv armee</w:t>
      </w:r>
    </w:p>
    <w:p w:rsidR="00F32E3B" w:rsidRPr="00CE00CA" w:rsidRDefault="00F32E3B" w:rsidP="00CE00CA">
      <w:pPr>
        <w:pStyle w:val="ListParagraph"/>
        <w:numPr>
          <w:ilvl w:val="0"/>
          <w:numId w:val="5"/>
        </w:numPr>
        <w:spacing w:line="240" w:lineRule="auto"/>
        <w:rPr>
          <w:rFonts w:ascii="Times New Roman" w:hAnsi="Times New Roman"/>
          <w:color w:val="C00000"/>
          <w:sz w:val="28"/>
          <w:szCs w:val="28"/>
        </w:rPr>
      </w:pPr>
      <w:r w:rsidRPr="00CE00CA">
        <w:rPr>
          <w:rFonts w:ascii="Times New Roman" w:hAnsi="Times New Roman"/>
          <w:sz w:val="28"/>
          <w:szCs w:val="28"/>
        </w:rPr>
        <w:t>Tsentraliserritud maksundussüsteem</w:t>
      </w:r>
    </w:p>
    <w:p w:rsidR="00F32E3B" w:rsidRPr="00CE00CA" w:rsidRDefault="00F32E3B" w:rsidP="00CE00CA">
      <w:pPr>
        <w:pStyle w:val="ListParagraph"/>
        <w:numPr>
          <w:ilvl w:val="0"/>
          <w:numId w:val="5"/>
        </w:numPr>
        <w:spacing w:line="240" w:lineRule="auto"/>
        <w:rPr>
          <w:rFonts w:ascii="Times New Roman" w:hAnsi="Times New Roman"/>
          <w:color w:val="C00000"/>
          <w:sz w:val="28"/>
          <w:szCs w:val="28"/>
        </w:rPr>
      </w:pPr>
      <w:r w:rsidRPr="00CE00CA">
        <w:rPr>
          <w:rFonts w:ascii="Times New Roman" w:hAnsi="Times New Roman"/>
          <w:sz w:val="28"/>
          <w:szCs w:val="28"/>
        </w:rPr>
        <w:t>Bürokraatia</w:t>
      </w:r>
    </w:p>
    <w:p w:rsidR="00F32E3B" w:rsidRPr="00CE00CA" w:rsidRDefault="00F32E3B" w:rsidP="00CE00CA">
      <w:pPr>
        <w:pStyle w:val="ListParagraph"/>
        <w:numPr>
          <w:ilvl w:val="0"/>
          <w:numId w:val="5"/>
        </w:numPr>
        <w:spacing w:line="240" w:lineRule="auto"/>
        <w:rPr>
          <w:rFonts w:ascii="Times New Roman" w:hAnsi="Times New Roman"/>
          <w:color w:val="C00000"/>
          <w:sz w:val="28"/>
          <w:szCs w:val="28"/>
        </w:rPr>
      </w:pPr>
      <w:r w:rsidRPr="00CE00CA">
        <w:rPr>
          <w:rFonts w:ascii="Times New Roman" w:hAnsi="Times New Roman"/>
          <w:sz w:val="28"/>
          <w:szCs w:val="28"/>
        </w:rPr>
        <w:t>Püsivad diplomaatilised suhted riikide vahel ja rahvusvaheliste suhete kujunemine</w:t>
      </w:r>
    </w:p>
    <w:p w:rsidR="00F32E3B" w:rsidRPr="00CE00CA" w:rsidRDefault="00F32E3B" w:rsidP="00CE00CA">
      <w:pPr>
        <w:spacing w:line="240" w:lineRule="auto"/>
        <w:rPr>
          <w:rFonts w:ascii="Times New Roman" w:hAnsi="Times New Roman"/>
          <w:color w:val="C00000"/>
          <w:sz w:val="28"/>
          <w:szCs w:val="28"/>
        </w:rPr>
      </w:pPr>
      <w:r w:rsidRPr="00CE00CA">
        <w:rPr>
          <w:rFonts w:ascii="Times New Roman" w:hAnsi="Times New Roman"/>
          <w:color w:val="C00000"/>
          <w:sz w:val="28"/>
          <w:szCs w:val="28"/>
        </w:rPr>
        <w:t>7) Millal hakkab läänemaailmas levima üldine valimisõigus(meessoost kodanikud olevalt staatusest saavad valmisõiguse)?</w:t>
      </w:r>
    </w:p>
    <w:p w:rsidR="00F32E3B" w:rsidRPr="00CE00CA" w:rsidRDefault="00F32E3B" w:rsidP="00CE00CA">
      <w:pPr>
        <w:spacing w:line="240" w:lineRule="auto"/>
        <w:rPr>
          <w:rFonts w:ascii="Times New Roman" w:hAnsi="Times New Roman"/>
          <w:sz w:val="28"/>
          <w:szCs w:val="28"/>
        </w:rPr>
      </w:pPr>
      <w:r w:rsidRPr="00CE00CA">
        <w:rPr>
          <w:rFonts w:ascii="Times New Roman" w:hAnsi="Times New Roman"/>
          <w:sz w:val="28"/>
          <w:szCs w:val="28"/>
        </w:rPr>
        <w:t>19 sajandi teine enne seotud eraomandiga</w:t>
      </w:r>
    </w:p>
    <w:p w:rsidR="00F32E3B" w:rsidRPr="00CE00CA" w:rsidRDefault="00F32E3B" w:rsidP="00CE00CA">
      <w:pPr>
        <w:spacing w:line="240" w:lineRule="auto"/>
        <w:rPr>
          <w:rFonts w:ascii="Times New Roman" w:hAnsi="Times New Roman"/>
          <w:color w:val="C00000"/>
          <w:sz w:val="28"/>
          <w:szCs w:val="28"/>
        </w:rPr>
      </w:pPr>
      <w:r w:rsidRPr="00CE00CA">
        <w:rPr>
          <w:rFonts w:ascii="Times New Roman" w:hAnsi="Times New Roman"/>
          <w:color w:val="C00000"/>
          <w:sz w:val="28"/>
          <w:szCs w:val="28"/>
        </w:rPr>
        <w:t>8) Mis on rahvusriik ja millal kujunesid Euroopas välja rahvusidentiteet ja rahvusriigid?</w:t>
      </w:r>
    </w:p>
    <w:p w:rsidR="00F32E3B" w:rsidRPr="00CE00CA" w:rsidRDefault="00F32E3B" w:rsidP="00CE00CA">
      <w:pPr>
        <w:spacing w:line="240" w:lineRule="auto"/>
        <w:rPr>
          <w:rFonts w:ascii="Times New Roman" w:hAnsi="Times New Roman"/>
          <w:sz w:val="28"/>
          <w:szCs w:val="28"/>
        </w:rPr>
      </w:pPr>
      <w:r w:rsidRPr="00CE00CA">
        <w:rPr>
          <w:rFonts w:ascii="Times New Roman" w:hAnsi="Times New Roman"/>
          <w:sz w:val="28"/>
          <w:szCs w:val="28"/>
        </w:rPr>
        <w:t>Poliitiline süsteem, mille huvid rajanevad enamvähem homogeensel kollektiivil. 19 sajandi leiutised, appelleerib rahva ühisetele huvidele.</w:t>
      </w:r>
    </w:p>
    <w:p w:rsidR="00F32E3B" w:rsidRPr="00CE00CA" w:rsidRDefault="00F32E3B" w:rsidP="00CE00CA">
      <w:pPr>
        <w:spacing w:line="240" w:lineRule="auto"/>
        <w:rPr>
          <w:rFonts w:ascii="Times New Roman" w:hAnsi="Times New Roman"/>
          <w:color w:val="C00000"/>
          <w:sz w:val="28"/>
          <w:szCs w:val="28"/>
        </w:rPr>
      </w:pPr>
      <w:r w:rsidRPr="00CE00CA">
        <w:rPr>
          <w:rFonts w:ascii="Times New Roman" w:hAnsi="Times New Roman"/>
          <w:color w:val="C00000"/>
          <w:sz w:val="28"/>
          <w:szCs w:val="28"/>
        </w:rPr>
        <w:t>9) Mis on heaoluriik ja millal hakkas see Euroopas välja kujunema?</w:t>
      </w:r>
    </w:p>
    <w:p w:rsidR="00F32E3B" w:rsidRPr="00CE00CA" w:rsidRDefault="00F32E3B" w:rsidP="00CE00CA">
      <w:pPr>
        <w:spacing w:line="240" w:lineRule="auto"/>
        <w:rPr>
          <w:rFonts w:ascii="Times New Roman" w:hAnsi="Times New Roman"/>
          <w:sz w:val="28"/>
          <w:szCs w:val="28"/>
        </w:rPr>
      </w:pPr>
      <w:r w:rsidRPr="00CE00CA">
        <w:rPr>
          <w:rFonts w:ascii="Times New Roman" w:hAnsi="Times New Roman"/>
          <w:sz w:val="28"/>
          <w:szCs w:val="28"/>
        </w:rPr>
        <w:t>1950 aastad. Sotsiaalriik, mis tagab kodanike nii poliitilisi  ja sotsiaalseid õigusi. Kaudne sekkumine turumajandusse.</w:t>
      </w: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10) Millised on kaks peamist riikide tekke katalüsaatorit Euroopas ja kuidas nad riikide teket mõjutasid?</w:t>
      </w:r>
    </w:p>
    <w:p w:rsidR="00F32E3B" w:rsidRPr="00CE00CA" w:rsidRDefault="00F32E3B" w:rsidP="00CE00CA">
      <w:pPr>
        <w:pStyle w:val="ListParagraph"/>
        <w:numPr>
          <w:ilvl w:val="0"/>
          <w:numId w:val="6"/>
        </w:num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sz w:val="28"/>
          <w:szCs w:val="28"/>
        </w:rPr>
        <w:t>Sõjad- kaitseks väliste rüüstajate moodustati liitusid, mis kasvasid välja riikideks.</w:t>
      </w:r>
    </w:p>
    <w:p w:rsidR="00F32E3B" w:rsidRPr="00CE00CA" w:rsidRDefault="00F32E3B" w:rsidP="00CE00CA">
      <w:pPr>
        <w:pStyle w:val="ListParagraph"/>
        <w:numPr>
          <w:ilvl w:val="0"/>
          <w:numId w:val="6"/>
        </w:num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sz w:val="28"/>
          <w:szCs w:val="28"/>
        </w:rPr>
        <w:t>Kaubanduse linnade ja kapitalismi areng(kaupmeeste või kapitali kaitse, kaupmeeste/kapitalistide huvid, vastava infrastruktuuri arendamine jne)</w:t>
      </w: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11) Kokkuvõtlik jutustust sellest, kuidas Euroopas kujunes välja modernne riik:</w:t>
      </w:r>
    </w:p>
    <w:p w:rsidR="00F32E3B" w:rsidRPr="00CE00CA" w:rsidRDefault="00F32E3B" w:rsidP="00CE00CA">
      <w:pPr>
        <w:autoSpaceDE w:val="0"/>
        <w:autoSpaceDN w:val="0"/>
        <w:adjustRightInd w:val="0"/>
        <w:spacing w:after="0" w:line="240" w:lineRule="auto"/>
        <w:rPr>
          <w:rFonts w:ascii="Times New Roman" w:hAnsi="Times New Roman"/>
          <w:color w:val="000000"/>
          <w:sz w:val="28"/>
          <w:szCs w:val="28"/>
        </w:rPr>
      </w:pPr>
      <w:r w:rsidRPr="00CE00CA">
        <w:rPr>
          <w:rFonts w:ascii="Times New Roman" w:hAnsi="Times New Roman"/>
          <w:color w:val="000000"/>
          <w:sz w:val="28"/>
          <w:szCs w:val="28"/>
        </w:rPr>
        <w:t>Feodaalriik- seisuslikriik- absoluutne monarhia- rahvusriik- modernne riik</w:t>
      </w:r>
    </w:p>
    <w:p w:rsidR="00F32E3B" w:rsidRPr="00CE00CA" w:rsidRDefault="00F32E3B" w:rsidP="00CE00CA">
      <w:pPr>
        <w:autoSpaceDE w:val="0"/>
        <w:autoSpaceDN w:val="0"/>
        <w:adjustRightInd w:val="0"/>
        <w:spacing w:after="0" w:line="240" w:lineRule="auto"/>
        <w:rPr>
          <w:rFonts w:ascii="Times New Roman" w:hAnsi="Times New Roman"/>
          <w:color w:val="000000"/>
          <w:sz w:val="28"/>
          <w:szCs w:val="28"/>
        </w:rPr>
      </w:pP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2 loeng: Demokraatia ja demokraatlik riik</w:t>
      </w: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1)Maailmas on praegu umbes 200 riiki, kui suur osa nendest on demokraatlikud?</w:t>
      </w:r>
    </w:p>
    <w:p w:rsidR="00F32E3B" w:rsidRPr="00CE00CA" w:rsidRDefault="00F32E3B" w:rsidP="00CE00CA">
      <w:pPr>
        <w:autoSpaceDE w:val="0"/>
        <w:autoSpaceDN w:val="0"/>
        <w:adjustRightInd w:val="0"/>
        <w:spacing w:after="0" w:line="240" w:lineRule="auto"/>
        <w:rPr>
          <w:rFonts w:ascii="Times New Roman" w:hAnsi="Times New Roman"/>
          <w:color w:val="000000"/>
          <w:sz w:val="28"/>
          <w:szCs w:val="28"/>
        </w:rPr>
      </w:pPr>
      <w:r w:rsidRPr="00CE00CA">
        <w:rPr>
          <w:rFonts w:ascii="Times New Roman" w:hAnsi="Times New Roman"/>
          <w:color w:val="000000"/>
          <w:sz w:val="28"/>
          <w:szCs w:val="28"/>
        </w:rPr>
        <w:t>60%</w:t>
      </w: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2)Demokraatia definitsioon?</w:t>
      </w:r>
    </w:p>
    <w:p w:rsidR="00F32E3B" w:rsidRPr="00CE00CA" w:rsidRDefault="00F32E3B" w:rsidP="00CE00CA">
      <w:p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Poliitiline süsteem, mille liikmed on poliitiliselt võrdsed, kollektiivselt suveräänsed ja omavad võimeid, ressursse ning institutsioone, et ise ennast juhtida.</w:t>
      </w: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3) Termini demokraatia päritolu, mida see termin tähendab Vana-Kreeka keeles?</w:t>
      </w:r>
    </w:p>
    <w:p w:rsidR="00F32E3B" w:rsidRPr="00CE00CA" w:rsidRDefault="00F32E3B" w:rsidP="00CE00CA">
      <w:p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Kreeka keelest...demos- rahvas, hulk    kratein-võim, valitsus</w:t>
      </w: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4)Millised on esindusdemokraatia ja osalusdemokraatia sarnasused ja erinevused?</w:t>
      </w:r>
    </w:p>
    <w:p w:rsidR="00F32E3B" w:rsidRPr="00CE00CA" w:rsidRDefault="00F32E3B" w:rsidP="00CE00CA">
      <w:p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Sarnasused: Mõlemas rahvas teeb kaasa otsuste langetamisel</w:t>
      </w:r>
    </w:p>
    <w:p w:rsidR="00F32E3B" w:rsidRPr="00CE00CA" w:rsidRDefault="00F32E3B" w:rsidP="00CE00CA">
      <w:p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Erinevused:Osalusdemokraatias kodanikuühiskond aktiivsem</w:t>
      </w: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5) Millised on kolm demokraatia transformatsiooni Robert Dahl´i järgi?</w:t>
      </w:r>
    </w:p>
    <w:p w:rsidR="00F32E3B" w:rsidRPr="00CE00CA" w:rsidRDefault="00F32E3B" w:rsidP="00CE00CA">
      <w:pPr>
        <w:pStyle w:val="ListParagraph"/>
        <w:numPr>
          <w:ilvl w:val="0"/>
          <w:numId w:val="7"/>
        </w:num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Idee väheste valitsemisest asendus ideega paljude valitsemisest vanas-Kreekas</w:t>
      </w:r>
    </w:p>
    <w:p w:rsidR="00F32E3B" w:rsidRPr="00CE00CA" w:rsidRDefault="00F32E3B" w:rsidP="00CE00CA">
      <w:pPr>
        <w:pStyle w:val="ListParagraph"/>
        <w:numPr>
          <w:ilvl w:val="0"/>
          <w:numId w:val="7"/>
        </w:num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Demokraatia idee laienemine seoses rahvusriikide tekkimisega</w:t>
      </w:r>
    </w:p>
    <w:p w:rsidR="00F32E3B" w:rsidRPr="00CE00CA" w:rsidRDefault="00F32E3B" w:rsidP="00CE00CA">
      <w:pPr>
        <w:pStyle w:val="ListParagraph"/>
        <w:numPr>
          <w:ilvl w:val="0"/>
          <w:numId w:val="7"/>
        </w:num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Demokraatia idee laienemine 20. Sajandil</w:t>
      </w: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6) Miks Francis Fukuyama uskus, et ajalugu on lõppenud?</w:t>
      </w:r>
    </w:p>
    <w:p w:rsidR="00F32E3B" w:rsidRPr="00CE00CA" w:rsidRDefault="00F32E3B" w:rsidP="00CE00CA">
      <w:pPr>
        <w:autoSpaceDE w:val="0"/>
        <w:autoSpaceDN w:val="0"/>
        <w:adjustRightInd w:val="0"/>
        <w:spacing w:after="0" w:line="240" w:lineRule="auto"/>
        <w:rPr>
          <w:rFonts w:ascii="Times New Roman" w:hAnsi="Times New Roman"/>
          <w:sz w:val="28"/>
          <w:szCs w:val="28"/>
        </w:rPr>
      </w:pPr>
      <w:r w:rsidRPr="00CE00CA">
        <w:rPr>
          <w:rStyle w:val="jutt11"/>
          <w:rFonts w:ascii="Times New Roman" w:hAnsi="Times New Roman"/>
          <w:sz w:val="28"/>
          <w:szCs w:val="28"/>
        </w:rPr>
        <w:t>Ajaloo lõpp ja viimane inimene», et inimühiskonna ajalugu on lõppemas parima riigikorra - liberaaldemokraatiaga. See rahuldab kõigi riigikodanike tunnustusvajadust, mistõttu neil pole enam vajadust kehtivat riigikorda muuta.</w:t>
      </w: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7) Fareed Zakaria demokraatia probleemide käsitlus?</w:t>
      </w:r>
    </w:p>
    <w:p w:rsidR="00F32E3B" w:rsidRPr="00CE00CA" w:rsidRDefault="00F32E3B" w:rsidP="00CE00CA">
      <w:pPr>
        <w:autoSpaceDE w:val="0"/>
        <w:autoSpaceDN w:val="0"/>
        <w:adjustRightInd w:val="0"/>
        <w:spacing w:after="0" w:line="240" w:lineRule="auto"/>
        <w:rPr>
          <w:rFonts w:ascii="Times New Roman" w:hAnsi="Times New Roman"/>
          <w:sz w:val="28"/>
          <w:szCs w:val="28"/>
        </w:rPr>
      </w:pPr>
      <w:r w:rsidRPr="00CE00CA">
        <w:rPr>
          <w:rFonts w:ascii="Times New Roman" w:hAnsi="Times New Roman"/>
          <w:color w:val="000000"/>
          <w:sz w:val="28"/>
          <w:szCs w:val="28"/>
        </w:rPr>
        <w:t>Demokraatia areng maailmas on läinud liiga kaugele ja ohustab inimeste vabadust. Üha laiemaid inimmasse lastakse valimiskastide juurde. Võimu saamiseks on poliitikuil vaja meeldida üha suuremale, samas aga intellektuaalselt järjest piiratumale auditooriumile. Tulemuseks on, et võimule ei tule mitte need, kes valitseksid kõige targemalt ja demokraatlikumalt, vaid need, kelle sõnum on kõige populistlikum ja lihtsam.</w:t>
      </w: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8. Missugused peamised uuendused lisandusid demokraatia teooriasse 20.</w:t>
      </w: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sajandil?</w:t>
      </w:r>
    </w:p>
    <w:p w:rsidR="00F32E3B" w:rsidRPr="00CE00CA" w:rsidRDefault="00F32E3B" w:rsidP="00CE00CA">
      <w:pPr>
        <w:pStyle w:val="ListParagraph"/>
        <w:numPr>
          <w:ilvl w:val="0"/>
          <w:numId w:val="8"/>
        </w:num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Rahvuslik ülesehitus</w:t>
      </w:r>
    </w:p>
    <w:p w:rsidR="00F32E3B" w:rsidRPr="00CE00CA" w:rsidRDefault="00F32E3B" w:rsidP="00CE00CA">
      <w:pPr>
        <w:pStyle w:val="ListParagraph"/>
        <w:numPr>
          <w:ilvl w:val="0"/>
          <w:numId w:val="8"/>
        </w:num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Kollektiivse enesemääramise põhimõte</w:t>
      </w:r>
    </w:p>
    <w:p w:rsidR="00F32E3B" w:rsidRPr="00CE00CA" w:rsidRDefault="00F32E3B" w:rsidP="00CE00CA">
      <w:pPr>
        <w:pStyle w:val="ListParagraph"/>
        <w:numPr>
          <w:ilvl w:val="0"/>
          <w:numId w:val="8"/>
        </w:num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Demokraatia seostatakse ka sotsiaalmajanduslikke küsimustega</w:t>
      </w:r>
    </w:p>
    <w:p w:rsidR="00F32E3B" w:rsidRPr="00CE00CA" w:rsidRDefault="00F32E3B" w:rsidP="00CE00CA">
      <w:pPr>
        <w:pStyle w:val="ListParagraph"/>
        <w:numPr>
          <w:ilvl w:val="0"/>
          <w:numId w:val="8"/>
        </w:num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 xml:space="preserve">Demokraatia seondub kodakondsuse mõiste </w:t>
      </w: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9. Mis on demokraatia eeldused Almond ja Verba järgi?</w:t>
      </w:r>
    </w:p>
    <w:p w:rsidR="00F32E3B" w:rsidRPr="00CE00CA" w:rsidRDefault="00F32E3B" w:rsidP="00CE00CA">
      <w:p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Demokraatial on teatud sotsiaal-majanduslikud eeldused</w:t>
      </w: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10. Neli peamist riigiteooriat ja nende põhiväited?</w:t>
      </w:r>
    </w:p>
    <w:p w:rsidR="00F32E3B" w:rsidRPr="00CE00CA" w:rsidRDefault="00F32E3B" w:rsidP="00CE00CA">
      <w:pPr>
        <w:pStyle w:val="ListParagraph"/>
        <w:numPr>
          <w:ilvl w:val="0"/>
          <w:numId w:val="9"/>
        </w:num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Pluralism- rõhutab ühiskonna eri osade kui survegruppide tähtsust</w:t>
      </w:r>
    </w:p>
    <w:p w:rsidR="00F32E3B" w:rsidRPr="00CE00CA" w:rsidRDefault="00F32E3B" w:rsidP="00CE00CA">
      <w:pPr>
        <w:pStyle w:val="ListParagraph"/>
        <w:numPr>
          <w:ilvl w:val="0"/>
          <w:numId w:val="9"/>
        </w:num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Eliiditeooria- rõhutab väikeste gruppide poolt oma huvide realiseerimist</w:t>
      </w:r>
    </w:p>
    <w:p w:rsidR="00F32E3B" w:rsidRPr="00CE00CA" w:rsidRDefault="00F32E3B" w:rsidP="00CE00CA">
      <w:pPr>
        <w:pStyle w:val="ListParagraph"/>
        <w:numPr>
          <w:ilvl w:val="0"/>
          <w:numId w:val="9"/>
        </w:num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Marksism- rõhutab majanduslikke faktoreid ning riiki kui klassihuvide kaitsjat</w:t>
      </w:r>
    </w:p>
    <w:p w:rsidR="00F32E3B" w:rsidRPr="00CE00CA" w:rsidRDefault="00F32E3B" w:rsidP="00CE00CA">
      <w:pPr>
        <w:pStyle w:val="ListParagraph"/>
        <w:numPr>
          <w:ilvl w:val="0"/>
          <w:numId w:val="9"/>
        </w:num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Korporatism- rõhutab majanduslikke faktoreid ja korporatiivsete gruppide huve</w:t>
      </w: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11. Kes on klassikalised eliiditeooria autorid ja millised on nende põhiväited?</w:t>
      </w:r>
    </w:p>
    <w:p w:rsidR="00F32E3B" w:rsidRPr="00CE00CA" w:rsidRDefault="00F32E3B" w:rsidP="00CE00CA">
      <w:pPr>
        <w:autoSpaceDE w:val="0"/>
        <w:autoSpaceDN w:val="0"/>
        <w:adjustRightInd w:val="0"/>
        <w:spacing w:after="0" w:line="240" w:lineRule="auto"/>
        <w:jc w:val="both"/>
        <w:rPr>
          <w:rFonts w:ascii="Times New Roman" w:hAnsi="Times New Roman"/>
          <w:sz w:val="28"/>
          <w:szCs w:val="28"/>
        </w:rPr>
      </w:pPr>
      <w:r w:rsidRPr="00CE00CA">
        <w:rPr>
          <w:rFonts w:ascii="Times New Roman" w:hAnsi="Times New Roman"/>
          <w:sz w:val="28"/>
          <w:szCs w:val="28"/>
        </w:rPr>
        <w:t xml:space="preserve"> Mosca ja Pareto. Võim on koondunud väikese arvulise eliidi kätte, kusjuures võimul on omadus kumuleeruda. </w:t>
      </w:r>
    </w:p>
    <w:p w:rsidR="00F32E3B" w:rsidRPr="00CE00CA" w:rsidRDefault="00F32E3B" w:rsidP="00CE00CA">
      <w:pPr>
        <w:autoSpaceDE w:val="0"/>
        <w:autoSpaceDN w:val="0"/>
        <w:adjustRightInd w:val="0"/>
        <w:spacing w:after="0" w:line="240" w:lineRule="auto"/>
        <w:jc w:val="both"/>
        <w:rPr>
          <w:rFonts w:ascii="Times New Roman" w:hAnsi="Times New Roman"/>
          <w:color w:val="000000"/>
          <w:sz w:val="28"/>
          <w:szCs w:val="28"/>
        </w:rPr>
      </w:pPr>
      <w:r w:rsidRPr="00CE00CA">
        <w:rPr>
          <w:rFonts w:ascii="Times New Roman" w:hAnsi="Times New Roman"/>
          <w:color w:val="000000"/>
          <w:sz w:val="28"/>
          <w:szCs w:val="28"/>
        </w:rPr>
        <w:t>C.Wright Mills - Ameerika poliitilist süsteemi domineerib võimueliit, kes omab</w:t>
      </w:r>
    </w:p>
    <w:p w:rsidR="00F32E3B" w:rsidRPr="00CE00CA" w:rsidRDefault="00F32E3B" w:rsidP="00CE00CA">
      <w:pPr>
        <w:autoSpaceDE w:val="0"/>
        <w:autoSpaceDN w:val="0"/>
        <w:adjustRightInd w:val="0"/>
        <w:spacing w:after="0" w:line="240" w:lineRule="auto"/>
        <w:jc w:val="both"/>
        <w:rPr>
          <w:rFonts w:ascii="Times New Roman" w:hAnsi="Times New Roman"/>
          <w:color w:val="000000"/>
          <w:sz w:val="28"/>
          <w:szCs w:val="28"/>
        </w:rPr>
      </w:pPr>
      <w:r w:rsidRPr="00CE00CA">
        <w:rPr>
          <w:rFonts w:ascii="Times New Roman" w:hAnsi="Times New Roman"/>
          <w:color w:val="000000"/>
          <w:sz w:val="28"/>
          <w:szCs w:val="28"/>
        </w:rPr>
        <w:t>võtmepositsioone valitsuses, suurtes korporatsioonides ning sõjaväes</w:t>
      </w:r>
    </w:p>
    <w:p w:rsidR="00F32E3B" w:rsidRPr="00CE00CA" w:rsidRDefault="00F32E3B" w:rsidP="00CE00CA">
      <w:pPr>
        <w:autoSpaceDE w:val="0"/>
        <w:autoSpaceDN w:val="0"/>
        <w:adjustRightInd w:val="0"/>
        <w:spacing w:after="0" w:line="240" w:lineRule="auto"/>
        <w:rPr>
          <w:rFonts w:ascii="Times New Roman" w:hAnsi="Times New Roman"/>
          <w:sz w:val="28"/>
          <w:szCs w:val="28"/>
        </w:rPr>
      </w:pP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12. Mille poolest erinevad riigi korporatism ja ühiskonna korporatism?</w:t>
      </w:r>
    </w:p>
    <w:p w:rsidR="00F32E3B" w:rsidRPr="00CE00CA" w:rsidRDefault="00F32E3B" w:rsidP="00CE00CA">
      <w:pPr>
        <w:autoSpaceDE w:val="0"/>
        <w:autoSpaceDN w:val="0"/>
        <w:adjustRightInd w:val="0"/>
        <w:spacing w:after="0" w:line="240" w:lineRule="auto"/>
        <w:jc w:val="both"/>
        <w:rPr>
          <w:rFonts w:ascii="Times New Roman" w:hAnsi="Times New Roman"/>
          <w:sz w:val="28"/>
          <w:szCs w:val="28"/>
        </w:rPr>
      </w:pPr>
      <w:r w:rsidRPr="00CE00CA">
        <w:rPr>
          <w:rFonts w:ascii="Times New Roman" w:hAnsi="Times New Roman"/>
          <w:sz w:val="28"/>
          <w:szCs w:val="28"/>
        </w:rPr>
        <w:t xml:space="preserve">Riigi koroporatism põhineb organiseeritud huvide ja riigi vahelisele suhtele, milles huvide esindaja on ühendatud riigi esindajaga ning milles otseselt tunnustatud huvide organisatsioonid / korporatsioonid on inkorporeeritud poliitikakujundamise protsessi nii poliitiliste läbirääkimiste mõttes kui ka korporatsioonide liikmete nõusoleku kindlustamise mõttes, kui </w:t>
      </w:r>
      <w:r w:rsidRPr="00CE00CA">
        <w:rPr>
          <w:rFonts w:ascii="Times New Roman" w:hAnsi="Times New Roman"/>
          <w:b/>
          <w:sz w:val="28"/>
          <w:szCs w:val="28"/>
        </w:rPr>
        <w:t>kokkulepe</w:t>
      </w:r>
      <w:r w:rsidRPr="00CE00CA">
        <w:rPr>
          <w:rFonts w:ascii="Times New Roman" w:hAnsi="Times New Roman"/>
          <w:sz w:val="28"/>
          <w:szCs w:val="28"/>
        </w:rPr>
        <w:t xml:space="preserve"> läbiviidava poliitika osas riigiga on saavutatud. Seejuures eristatakse tavaliselt kolme- ja kahepoolseid korporatiivseid suhteid, milledes üheks osapooleks on riik. Korporatistliku korralduse kolmepoolsetes suhetes on tüüpilisemaks juhtumiks organiseeritud töötajate, organiseeritud tööandja ja valitsuse esindajate kaasamine läbirääkimistesse, milles lepitakse kokku erinevate osapoolte käitumine teatud aja jooksul. Kahepoolsetes suhetes on esindatud kas riik ja üks mingi sotsiaalsetest partneritest ühiskonnas või kahe sotsiaalse partneri enda esindajad. Riigikorporatism on levinud nt Hispaanias, Portugalis, Mehhikos.</w:t>
      </w:r>
    </w:p>
    <w:p w:rsidR="00F32E3B" w:rsidRPr="00CE00CA" w:rsidRDefault="00F32E3B" w:rsidP="00CE00CA">
      <w:pPr>
        <w:autoSpaceDE w:val="0"/>
        <w:autoSpaceDN w:val="0"/>
        <w:adjustRightInd w:val="0"/>
        <w:spacing w:after="0" w:line="240" w:lineRule="auto"/>
        <w:jc w:val="both"/>
        <w:rPr>
          <w:rFonts w:ascii="Times New Roman" w:hAnsi="Times New Roman"/>
          <w:color w:val="000000"/>
          <w:sz w:val="28"/>
          <w:szCs w:val="28"/>
        </w:rPr>
      </w:pPr>
      <w:r w:rsidRPr="00CE00CA">
        <w:rPr>
          <w:rFonts w:ascii="Times New Roman" w:hAnsi="Times New Roman"/>
          <w:color w:val="000000"/>
          <w:sz w:val="28"/>
          <w:szCs w:val="28"/>
        </w:rPr>
        <w:t xml:space="preserve">Ühiskonnakorporatism: </w:t>
      </w:r>
      <w:r w:rsidRPr="00CE00CA">
        <w:rPr>
          <w:rFonts w:ascii="Times New Roman" w:hAnsi="Times New Roman"/>
          <w:sz w:val="28"/>
          <w:szCs w:val="28"/>
        </w:rPr>
        <w:t xml:space="preserve">Tänapäeva sotsietaalne / </w:t>
      </w:r>
      <w:r w:rsidRPr="00CE00CA">
        <w:rPr>
          <w:rFonts w:ascii="Times New Roman" w:hAnsi="Times New Roman"/>
          <w:b/>
          <w:sz w:val="28"/>
          <w:szCs w:val="28"/>
        </w:rPr>
        <w:t>sotsiaalne korporatism</w:t>
      </w:r>
      <w:r w:rsidRPr="00CE00CA">
        <w:rPr>
          <w:rFonts w:ascii="Times New Roman" w:hAnsi="Times New Roman"/>
          <w:sz w:val="28"/>
          <w:szCs w:val="28"/>
        </w:rPr>
        <w:t xml:space="preserve"> või sotsiaalkorporatism on üks võimalikke ülesehitisi, organisatsioone ühiskonnas, mille kaudu organiseerunud huve võib erinevate liikmete - indiviidide, perekondade, ettevõtete, ametiühingute, omavalitsuste, liitude ja teiste ühiskonna gruppide - vahel vahendada ja teostada. Seejuures keskne roll huvide teostamise protsessis on vastavatel ühendustel või assotsiatsioonidel ning püsivalt neis toimivatel ametisikutel, kes on spetsialiseerunud korporatiivsete huvide identifitseerimisele, arendamisele ja kaitsmisele avaliku poliitika mõjutamise kaudu. Korporatsioonid üldjuhul ei esita valijaskonnale kandidaate valimisteks ega võta ka otsest vastutust valitsuse formeerimise eest</w:t>
      </w:r>
    </w:p>
    <w:p w:rsidR="00F32E3B" w:rsidRPr="00CE00CA" w:rsidRDefault="00F32E3B" w:rsidP="00CE00CA">
      <w:pPr>
        <w:autoSpaceDE w:val="0"/>
        <w:autoSpaceDN w:val="0"/>
        <w:adjustRightInd w:val="0"/>
        <w:spacing w:after="0" w:line="240" w:lineRule="auto"/>
        <w:jc w:val="both"/>
        <w:rPr>
          <w:rFonts w:ascii="Times New Roman" w:hAnsi="Times New Roman"/>
          <w:color w:val="000000"/>
          <w:sz w:val="28"/>
          <w:szCs w:val="28"/>
        </w:rPr>
      </w:pPr>
    </w:p>
    <w:p w:rsidR="00F32E3B" w:rsidRPr="00CE00CA" w:rsidRDefault="00F32E3B" w:rsidP="00CE00CA">
      <w:pPr>
        <w:autoSpaceDE w:val="0"/>
        <w:autoSpaceDN w:val="0"/>
        <w:adjustRightInd w:val="0"/>
        <w:spacing w:after="0" w:line="240" w:lineRule="auto"/>
        <w:jc w:val="both"/>
        <w:rPr>
          <w:rFonts w:ascii="Times New Roman" w:hAnsi="Times New Roman"/>
          <w:color w:val="000000"/>
          <w:sz w:val="28"/>
          <w:szCs w:val="28"/>
        </w:rPr>
      </w:pPr>
    </w:p>
    <w:p w:rsidR="00F32E3B" w:rsidRPr="00CE00CA" w:rsidRDefault="00F32E3B" w:rsidP="00CE00CA">
      <w:pPr>
        <w:autoSpaceDE w:val="0"/>
        <w:autoSpaceDN w:val="0"/>
        <w:adjustRightInd w:val="0"/>
        <w:spacing w:after="0" w:line="240" w:lineRule="auto"/>
        <w:jc w:val="both"/>
        <w:rPr>
          <w:rFonts w:ascii="Times New Roman" w:hAnsi="Times New Roman"/>
          <w:color w:val="4F6228"/>
          <w:sz w:val="28"/>
          <w:szCs w:val="28"/>
        </w:rPr>
      </w:pPr>
      <w:r w:rsidRPr="00CE00CA">
        <w:rPr>
          <w:rFonts w:ascii="Times New Roman" w:hAnsi="Times New Roman"/>
          <w:color w:val="4F6228"/>
          <w:sz w:val="28"/>
          <w:szCs w:val="28"/>
        </w:rPr>
        <w:t>3. loeng Valitsemiskorraldus ja institutsioonid- kohtud ja valitsused</w:t>
      </w: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1)Millise suure Euroopa riigil pole ametlikku paberil konstitutsiooni, vaid</w:t>
      </w: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põhinetakse rohkem tavadele ja teistele seadusaktidele?</w:t>
      </w:r>
    </w:p>
    <w:p w:rsidR="00F32E3B" w:rsidRPr="00CE00CA" w:rsidRDefault="00F32E3B" w:rsidP="00CE00CA">
      <w:p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Inglismaal</w:t>
      </w: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2) Nimetage mõned konstitutsiooniliste kohtute põhifunktsioonid?</w:t>
      </w:r>
    </w:p>
    <w:p w:rsidR="00F32E3B" w:rsidRPr="00CE00CA" w:rsidRDefault="00F32E3B" w:rsidP="00CE00CA">
      <w:pPr>
        <w:pStyle w:val="ListParagraph"/>
        <w:numPr>
          <w:ilvl w:val="0"/>
          <w:numId w:val="10"/>
        </w:num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Tegelevad peamiselt põhiseaduslikku järelvalvega</w:t>
      </w:r>
    </w:p>
    <w:p w:rsidR="00F32E3B" w:rsidRPr="00CE00CA" w:rsidRDefault="00F32E3B" w:rsidP="00CE00CA">
      <w:pPr>
        <w:pStyle w:val="ListParagraph"/>
        <w:numPr>
          <w:ilvl w:val="0"/>
          <w:numId w:val="10"/>
        </w:num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Kodanikke põhiseaduslikke õiguste kaitse</w:t>
      </w:r>
    </w:p>
    <w:p w:rsidR="00F32E3B" w:rsidRPr="00CE00CA" w:rsidRDefault="00F32E3B" w:rsidP="00CE00CA">
      <w:pPr>
        <w:pStyle w:val="ListParagraph"/>
        <w:numPr>
          <w:ilvl w:val="0"/>
          <w:numId w:val="10"/>
        </w:num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 xml:space="preserve">Institutsioonide vaheliste konfliktide lahendamine </w:t>
      </w:r>
    </w:p>
    <w:p w:rsidR="00F32E3B" w:rsidRPr="00CE00CA" w:rsidRDefault="00F32E3B" w:rsidP="00CE00CA">
      <w:pPr>
        <w:pStyle w:val="ListParagraph"/>
        <w:autoSpaceDE w:val="0"/>
        <w:autoSpaceDN w:val="0"/>
        <w:adjustRightInd w:val="0"/>
        <w:spacing w:after="0" w:line="240" w:lineRule="auto"/>
        <w:rPr>
          <w:rFonts w:ascii="Times New Roman" w:hAnsi="Times New Roman"/>
          <w:sz w:val="28"/>
          <w:szCs w:val="28"/>
        </w:rPr>
      </w:pP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3)Nimetage mõned ülemkohtute põhifunktsioonid?</w:t>
      </w:r>
    </w:p>
    <w:p w:rsidR="00F32E3B" w:rsidRPr="00CE00CA" w:rsidRDefault="00F32E3B" w:rsidP="00CE00CA">
      <w:pPr>
        <w:pStyle w:val="ListParagraph"/>
        <w:numPr>
          <w:ilvl w:val="0"/>
          <w:numId w:val="11"/>
        </w:num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Põhiliselt kõrgeim apellatsioonikohus</w:t>
      </w: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4)Mis on konstitutsiooniliste ja ülemkohtute omavaheline erinevus ja millistes</w:t>
      </w: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riikides on ülemkohtud ja millistes konstitutsioonilised kohtud?</w:t>
      </w:r>
    </w:p>
    <w:p w:rsidR="00F32E3B" w:rsidRPr="00CE00CA" w:rsidRDefault="00F32E3B" w:rsidP="00CE00CA">
      <w:p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Ülemkohtud pigem juriidilised, konstitutsioonilised kohtud on ka poliitilised.</w:t>
      </w:r>
    </w:p>
    <w:p w:rsidR="00F32E3B" w:rsidRPr="00CE00CA" w:rsidRDefault="00F32E3B" w:rsidP="00CE00CA">
      <w:p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ÜK- Usa, Inglismaa</w:t>
      </w:r>
    </w:p>
    <w:p w:rsidR="00F32E3B" w:rsidRPr="00CE00CA" w:rsidRDefault="00F32E3B" w:rsidP="00CE00CA">
      <w:p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 xml:space="preserve">KK- Prantsusmaa, saksamaa </w:t>
      </w: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5)Tooge välja presidentaalse süsteemi põhilised tunnused ja illustreerige neid</w:t>
      </w: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näidetega mõnest riigist või riikidest, mille kohta te teate, et tegu on</w:t>
      </w: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presidentaalse süsteemiga!</w:t>
      </w:r>
    </w:p>
    <w:p w:rsidR="00F32E3B" w:rsidRPr="00CE00CA" w:rsidRDefault="00F32E3B" w:rsidP="00CE00CA">
      <w:pPr>
        <w:pStyle w:val="ListParagraph"/>
        <w:numPr>
          <w:ilvl w:val="0"/>
          <w:numId w:val="11"/>
        </w:num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President täidesaatva võimu pea, kes on otse rahva poolt valitud(Usa)</w:t>
      </w:r>
    </w:p>
    <w:p w:rsidR="00F32E3B" w:rsidRPr="00CE00CA" w:rsidRDefault="00F32E3B" w:rsidP="00CE00CA">
      <w:pPr>
        <w:pStyle w:val="ListParagraph"/>
        <w:numPr>
          <w:ilvl w:val="0"/>
          <w:numId w:val="11"/>
        </w:num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Presidendil piiratud ametiaeg(Usa alates 1961 üle 2 ametiaja ei saa)</w:t>
      </w:r>
    </w:p>
    <w:p w:rsidR="00F32E3B" w:rsidRPr="00CE00CA" w:rsidRDefault="00F32E3B" w:rsidP="00CE00CA">
      <w:pPr>
        <w:pStyle w:val="ListParagraph"/>
        <w:numPr>
          <w:ilvl w:val="0"/>
          <w:numId w:val="11"/>
        </w:num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President välis ja julgeoleku poliitika kujundaja</w:t>
      </w:r>
    </w:p>
    <w:p w:rsidR="00F32E3B" w:rsidRPr="00CE00CA" w:rsidRDefault="00F32E3B" w:rsidP="00CE00CA">
      <w:pPr>
        <w:pStyle w:val="ListParagraph"/>
        <w:numPr>
          <w:ilvl w:val="0"/>
          <w:numId w:val="11"/>
        </w:num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President sõjavägede ülemjuhataja(Venemaa)</w:t>
      </w:r>
    </w:p>
    <w:p w:rsidR="00F32E3B" w:rsidRPr="00CE00CA" w:rsidRDefault="00F32E3B" w:rsidP="00CE00CA">
      <w:pPr>
        <w:pStyle w:val="ListParagraph"/>
        <w:numPr>
          <w:ilvl w:val="0"/>
          <w:numId w:val="11"/>
        </w:num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Veto õigus</w:t>
      </w: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6)Tooge välja parlamentaarse süsteemi põhilised tunnused ja illustreerige neid</w:t>
      </w: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näidetega mõnest riigist või riikidest, mille kohta te teate, et tegu on</w:t>
      </w: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parlamentaarse süsteemiga!</w:t>
      </w:r>
    </w:p>
    <w:p w:rsidR="00F32E3B" w:rsidRPr="00CE00CA" w:rsidRDefault="00F32E3B" w:rsidP="00CE00CA">
      <w:pPr>
        <w:pStyle w:val="ListParagraph"/>
        <w:numPr>
          <w:ilvl w:val="0"/>
          <w:numId w:val="12"/>
        </w:num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Valijad valivad parlamendi ja parlamendi erakondade baasil moodustatakse valitsus, mida juhib peaminister</w:t>
      </w:r>
    </w:p>
    <w:p w:rsidR="00F32E3B" w:rsidRPr="00CE00CA" w:rsidRDefault="00F32E3B" w:rsidP="00CE00CA">
      <w:pPr>
        <w:pStyle w:val="ListParagraph"/>
        <w:numPr>
          <w:ilvl w:val="0"/>
          <w:numId w:val="12"/>
        </w:num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Moodustab valitsuse</w:t>
      </w:r>
    </w:p>
    <w:p w:rsidR="00F32E3B" w:rsidRPr="00CE00CA" w:rsidRDefault="00F32E3B" w:rsidP="00CE00CA">
      <w:pPr>
        <w:pStyle w:val="ListParagraph"/>
        <w:numPr>
          <w:ilvl w:val="0"/>
          <w:numId w:val="12"/>
        </w:num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Saadab valitsuse laiali</w:t>
      </w:r>
    </w:p>
    <w:p w:rsidR="00F32E3B" w:rsidRPr="00CE00CA" w:rsidRDefault="00F32E3B" w:rsidP="00CE00CA">
      <w:pPr>
        <w:pStyle w:val="ListParagraph"/>
        <w:numPr>
          <w:ilvl w:val="0"/>
          <w:numId w:val="12"/>
        </w:num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Võib keelduda valitsuse eelnõusid vastu võtmast</w:t>
      </w: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7)Tooge näiteid riigipea rollist ja võimupiiridest mõnes parlamentaarses riigis!</w:t>
      </w:r>
    </w:p>
    <w:p w:rsidR="00F32E3B" w:rsidRPr="00CE00CA" w:rsidRDefault="00F32E3B" w:rsidP="00CE00CA">
      <w:pPr>
        <w:pStyle w:val="ListParagraph"/>
        <w:numPr>
          <w:ilvl w:val="0"/>
          <w:numId w:val="13"/>
        </w:num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Kinnitab ametisse peaministri</w:t>
      </w:r>
    </w:p>
    <w:p w:rsidR="00F32E3B" w:rsidRPr="00CE00CA" w:rsidRDefault="00F32E3B" w:rsidP="00CE00CA">
      <w:pPr>
        <w:pStyle w:val="ListParagraph"/>
        <w:numPr>
          <w:ilvl w:val="0"/>
          <w:numId w:val="13"/>
        </w:num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Vabastab PM-i ettepanekul ametist ministreid</w:t>
      </w:r>
    </w:p>
    <w:p w:rsidR="00F32E3B" w:rsidRPr="00CE00CA" w:rsidRDefault="00F32E3B" w:rsidP="00CE00CA">
      <w:pPr>
        <w:pStyle w:val="ListParagraph"/>
        <w:numPr>
          <w:ilvl w:val="0"/>
          <w:numId w:val="13"/>
        </w:num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Lõunatab PM-ga igal nädalal</w:t>
      </w: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8)Tooge välja pool-presidentaalse süsteemi põhilised tunnused ja illustreerige</w:t>
      </w: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neid näidetega mõnest riigist või riikidest, mille kohta te teate, et tegu on poolpresidentaalse süsteemiga!</w:t>
      </w:r>
    </w:p>
    <w:p w:rsidR="00F32E3B" w:rsidRPr="00CE00CA" w:rsidRDefault="00F32E3B" w:rsidP="00CE00CA">
      <w:p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Prantsusmaa</w:t>
      </w:r>
    </w:p>
    <w:p w:rsidR="00F32E3B" w:rsidRPr="00CE00CA" w:rsidRDefault="00F32E3B" w:rsidP="00CE00CA">
      <w:pPr>
        <w:pStyle w:val="ListParagraph"/>
        <w:numPr>
          <w:ilvl w:val="0"/>
          <w:numId w:val="14"/>
        </w:num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President on otse valitud teatud tähtajaks</w:t>
      </w:r>
    </w:p>
    <w:p w:rsidR="00F32E3B" w:rsidRPr="00CE00CA" w:rsidRDefault="00F32E3B" w:rsidP="00CE00CA">
      <w:pPr>
        <w:pStyle w:val="ListParagraph"/>
        <w:numPr>
          <w:ilvl w:val="0"/>
          <w:numId w:val="14"/>
        </w:num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Valitsusjuht on peaminister, kelle valitsuse püsimine sõltub parlamendist ja kes tegeleb igapäeva poliitikaga</w:t>
      </w:r>
    </w:p>
    <w:p w:rsidR="00F32E3B" w:rsidRPr="00CE00CA" w:rsidRDefault="00F32E3B" w:rsidP="00CE00CA">
      <w:pPr>
        <w:pStyle w:val="ListParagraph"/>
        <w:numPr>
          <w:ilvl w:val="0"/>
          <w:numId w:val="14"/>
        </w:num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President välispoliitika juht</w:t>
      </w:r>
    </w:p>
    <w:p w:rsidR="00F32E3B" w:rsidRPr="00CE00CA" w:rsidRDefault="00F32E3B" w:rsidP="00CE00CA">
      <w:pPr>
        <w:pStyle w:val="ListParagraph"/>
        <w:autoSpaceDE w:val="0"/>
        <w:autoSpaceDN w:val="0"/>
        <w:adjustRightInd w:val="0"/>
        <w:spacing w:after="0" w:line="240" w:lineRule="auto"/>
        <w:rPr>
          <w:rFonts w:ascii="Times New Roman" w:hAnsi="Times New Roman"/>
          <w:sz w:val="28"/>
          <w:szCs w:val="28"/>
        </w:rPr>
      </w:pP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9)Võrrelge omavahel presidentaalset ja parlamentaarset süsteemi!</w:t>
      </w:r>
    </w:p>
    <w:p w:rsidR="00F32E3B" w:rsidRPr="00CE00CA" w:rsidRDefault="00F32E3B" w:rsidP="00CE00CA">
      <w:p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President saab tõusta kõrgemale parteide võitlusest miinus süsteemi vähene paindlikkus. Paindlikkus miinus parteide erihuvide domineerimine</w:t>
      </w: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10) Võrrelge omavahel presidentaalset ja poolpresidentaalset süsteemi!</w:t>
      </w:r>
    </w:p>
    <w:p w:rsidR="00F32E3B" w:rsidRPr="00CE00CA" w:rsidRDefault="00F32E3B" w:rsidP="00CE00CA">
      <w:p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 xml:space="preserve">Poolpresidentaalses võib president parlamendi laiali saata presidentaalses on vastastikune kontroll. </w:t>
      </w: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11) Kui Eesti oleks presidentaalne süsteem, milline siis Eesti valitsemissüsteem</w:t>
      </w: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välja näeks! Kirjeldage!</w:t>
      </w:r>
    </w:p>
    <w:p w:rsidR="00F32E3B" w:rsidRPr="00CE00CA" w:rsidRDefault="00F32E3B" w:rsidP="00CE00CA">
      <w:p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Otsesed valimised...President valib ministrid, kes moodustavad ministeeriumid</w:t>
      </w: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12) Kui Eesti oleks pool-presidentaalne süsteem, milline siis Eesti</w:t>
      </w: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valitsemissüsteem välja näeks! Kirjeldage!</w:t>
      </w: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p>
    <w:p w:rsidR="00F32E3B" w:rsidRPr="00CE00CA" w:rsidRDefault="00F32E3B" w:rsidP="00CE00CA">
      <w:p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President määrab ametisse peaministri ja kabinetti, võib parlamenti laiali saata. Parlament võib valitsust umbusaldada</w:t>
      </w: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13)Kuidas toimub valitsuse moodustamine parlamentaarsetes riikides, millised on üldpõhimõtted ja milles võivad seisneda erisused eri riikide vahel? Tooge</w:t>
      </w: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mõningaid näiteid Euroopast!</w:t>
      </w:r>
    </w:p>
    <w:p w:rsidR="00F32E3B" w:rsidRPr="00CE00CA" w:rsidRDefault="00F32E3B" w:rsidP="00CE00CA">
      <w:p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Peaminister ja valitsevad parteid panevad paika.</w:t>
      </w:r>
    </w:p>
    <w:p w:rsidR="00F32E3B" w:rsidRPr="00CE00CA" w:rsidRDefault="00F32E3B" w:rsidP="00CE00CA">
      <w:pPr>
        <w:autoSpaceDE w:val="0"/>
        <w:autoSpaceDN w:val="0"/>
        <w:adjustRightInd w:val="0"/>
        <w:spacing w:after="0" w:line="240" w:lineRule="auto"/>
        <w:rPr>
          <w:rFonts w:ascii="Times New Roman" w:hAnsi="Times New Roman"/>
          <w:sz w:val="28"/>
          <w:szCs w:val="28"/>
        </w:rPr>
      </w:pP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14)Mis on konstruktiivne umbusaldushääletus valitsusele ja mis riigis/riikides</w:t>
      </w: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seda kasutatakse?</w:t>
      </w:r>
    </w:p>
    <w:p w:rsidR="00F32E3B" w:rsidRPr="00CE00CA" w:rsidRDefault="00F32E3B" w:rsidP="00CE00CA">
      <w:p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Alternatiivne kandidaat tuleb ametisse hääletada ennem kui olemasolev kaob.</w:t>
      </w: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15)Mis iseloomustab konsensuslikku tüüpi ja millistes riikides see levinud on?</w:t>
      </w:r>
    </w:p>
    <w:p w:rsidR="00F32E3B" w:rsidRPr="00CE00CA" w:rsidRDefault="00F32E3B" w:rsidP="00CE00CA">
      <w:p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Valitsused enamasti koalitsioonivalitsused, kus esindatud mitmed parteid või siis on tegemist ühe partei vähemusvalitsusega. Püüd pigem saada toetust väga erinevatelt jõududelt parlamendis ja ka opositsiooniga läbirääkides. Valitsus ei pruugi domineerida parlamendi üle, parlament iseseisvam.Skandinaavia maades</w:t>
      </w: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16)Mis iseloomustab Westminster’i (majoritaarset) tüüpi ja millistes riikides see</w:t>
      </w: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levinud on?</w:t>
      </w:r>
    </w:p>
    <w:p w:rsidR="00F32E3B" w:rsidRPr="00CE00CA" w:rsidRDefault="00F32E3B" w:rsidP="00CE00CA">
      <w:p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Inglismaa. Ühel parteil enamus parlamendis, saab üksi moodustada valitsuse. Saab eirata täielikult opositsiooni. Parlament eriti valitsuse tööd mõjutada ei saa, kuna opositsioon on sisuliselt hambutu. Esineb enamasti kahepartei süsteemi puhul.</w:t>
      </w: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17) Võrrelge omavahel konsensuslikku tüüpi ja majoritaarset (Westminster’i)</w:t>
      </w: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tüüpi ning tooge näiteid riikide kohta, kus need tüübid esinevad!</w:t>
      </w:r>
    </w:p>
    <w:p w:rsidR="00F32E3B" w:rsidRPr="00CE00CA" w:rsidRDefault="00F32E3B" w:rsidP="00CE00CA">
      <w:p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Üks on paindlikum teises kergem kindlat poliitikat ellu viia, kui on hea valitsus võib riigil väga hästi minna.</w:t>
      </w: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18) Iseloomustage erinevaid valitsuse tüüpe (kokku konspektis toodud 5) ja tooge välja, mis riikides need levinud on (5 tüüpi: ühepartei vähemusvalitsused;</w:t>
      </w: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ühepartei enamusvalitsused; vähemuskoalitsioonid; enamuskoalitsioonid, mis</w:t>
      </w: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 xml:space="preserve">jaotuvad: </w:t>
      </w:r>
      <w:r w:rsidRPr="00CE00CA">
        <w:rPr>
          <w:rFonts w:ascii="Times New Roman" w:hAnsi="Times New Roman"/>
          <w:i/>
          <w:iCs/>
          <w:color w:val="C00000"/>
          <w:sz w:val="28"/>
          <w:szCs w:val="28"/>
        </w:rPr>
        <w:t xml:space="preserve">Minimal Winning Coalitions </w:t>
      </w:r>
      <w:r w:rsidRPr="00CE00CA">
        <w:rPr>
          <w:rFonts w:ascii="Times New Roman" w:hAnsi="Times New Roman"/>
          <w:color w:val="C00000"/>
          <w:sz w:val="28"/>
          <w:szCs w:val="28"/>
        </w:rPr>
        <w:t>ja ülepaisutatud koalitsioonid.</w:t>
      </w: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Ühesõnaga te peate üldiselt neis tüüpides oskama orienteeruda ja neid</w:t>
      </w: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eristama!)?</w:t>
      </w:r>
    </w:p>
    <w:p w:rsidR="00F32E3B" w:rsidRPr="00CE00CA" w:rsidRDefault="00F32E3B" w:rsidP="00CE00CA">
      <w:pPr>
        <w:pStyle w:val="ListParagraph"/>
        <w:numPr>
          <w:ilvl w:val="0"/>
          <w:numId w:val="15"/>
        </w:num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Ühepartei vähemusvalitsus:</w:t>
      </w:r>
      <w:r w:rsidRPr="00CE00CA">
        <w:rPr>
          <w:rFonts w:ascii="Times New Roman" w:hAnsi="Times New Roman"/>
          <w:sz w:val="28"/>
          <w:szCs w:val="28"/>
          <w:u w:val="single"/>
        </w:rPr>
        <w:t xml:space="preserve"> Vähemusvalitsus on valitsus, mida aktiivselt toetab alla poole parlamendist</w:t>
      </w:r>
      <w:r w:rsidRPr="00CE00CA">
        <w:rPr>
          <w:rFonts w:ascii="Times New Roman" w:hAnsi="Times New Roman"/>
          <w:sz w:val="28"/>
          <w:szCs w:val="28"/>
        </w:rPr>
        <w:t xml:space="preserve">. Aktiivne toetus tähendab seda, et toetavatel erakondadel on valitsuses ministrid. Osa erakondi võib vähemusvalitsust toetada passiivselt: nad ei hääleta valitsuse ettepanekute vastu, aga ei soovi saada ka ministrikohta, sest siis peaksid jagama vastutust. </w:t>
      </w:r>
      <w:r w:rsidRPr="00CE00CA">
        <w:rPr>
          <w:rFonts w:ascii="Times New Roman" w:hAnsi="Times New Roman"/>
          <w:sz w:val="28"/>
          <w:szCs w:val="28"/>
          <w:u w:val="single"/>
        </w:rPr>
        <w:t>Valitsuse võime võita usaldushääletus on tema võimule jäämise võtmeks</w:t>
      </w:r>
    </w:p>
    <w:p w:rsidR="00F32E3B" w:rsidRPr="00CE00CA" w:rsidRDefault="00F32E3B" w:rsidP="00CE00CA">
      <w:pPr>
        <w:pStyle w:val="ListParagraph"/>
        <w:numPr>
          <w:ilvl w:val="0"/>
          <w:numId w:val="15"/>
        </w:num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Ühepartei enamusvalitsus: tüüpiline majoritaarne mudel(Westminsteri tüüp) Inglismaa</w:t>
      </w:r>
    </w:p>
    <w:p w:rsidR="00F32E3B" w:rsidRPr="00CE00CA" w:rsidRDefault="00F32E3B" w:rsidP="00CE00CA">
      <w:pPr>
        <w:pStyle w:val="ListParagraph"/>
        <w:numPr>
          <w:ilvl w:val="0"/>
          <w:numId w:val="15"/>
        </w:num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Vähemuskoalitsioon:</w:t>
      </w:r>
      <w:r w:rsidRPr="00CE00CA">
        <w:rPr>
          <w:rFonts w:ascii="Times New Roman" w:hAnsi="Times New Roman"/>
          <w:sz w:val="28"/>
          <w:szCs w:val="28"/>
          <w:u w:val="single"/>
        </w:rPr>
        <w:t xml:space="preserve"> Vähemusvalitsus on valitsus, mida aktiivselt toetab alla poole parlamendist</w:t>
      </w:r>
      <w:r w:rsidRPr="00CE00CA">
        <w:rPr>
          <w:rFonts w:ascii="Times New Roman" w:hAnsi="Times New Roman"/>
          <w:sz w:val="28"/>
          <w:szCs w:val="28"/>
        </w:rPr>
        <w:t xml:space="preserve">. Aktiivne toetus tähendab seda, et toetavatel erakondadel on valitsuses ministrid. Osa erakondi võib vähemusvalitsust toetada passiivselt: nad ei hääleta valitsuse ettepanekute vastu, aga ei soovi saada ka ministrikohta, sest siis peaksid jagama vastutust. </w:t>
      </w:r>
      <w:r w:rsidRPr="00CE00CA">
        <w:rPr>
          <w:rFonts w:ascii="Times New Roman" w:hAnsi="Times New Roman"/>
          <w:sz w:val="28"/>
          <w:szCs w:val="28"/>
          <w:u w:val="single"/>
        </w:rPr>
        <w:t>Valitsuse võime võita usaldushääletus on tema võimule jäämise võtmeks</w:t>
      </w:r>
    </w:p>
    <w:p w:rsidR="00F32E3B" w:rsidRPr="00CE00CA" w:rsidRDefault="00F32E3B" w:rsidP="00CE00CA">
      <w:pPr>
        <w:pStyle w:val="ListParagraph"/>
        <w:numPr>
          <w:ilvl w:val="0"/>
          <w:numId w:val="15"/>
        </w:num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 xml:space="preserve">Enamuskoalitsioon MWC: William H. Riker’i suuruse printsiip eeldab, et </w:t>
      </w:r>
      <w:r w:rsidRPr="00CE00CA">
        <w:rPr>
          <w:rFonts w:ascii="Times New Roman" w:hAnsi="Times New Roman"/>
          <w:i/>
          <w:sz w:val="28"/>
          <w:szCs w:val="28"/>
        </w:rPr>
        <w:t>väiksemad võitvad</w:t>
      </w:r>
      <w:r w:rsidRPr="00CE00CA">
        <w:rPr>
          <w:rFonts w:ascii="Times New Roman" w:hAnsi="Times New Roman"/>
          <w:sz w:val="28"/>
          <w:szCs w:val="28"/>
        </w:rPr>
        <w:t xml:space="preserve"> </w:t>
      </w:r>
      <w:r w:rsidRPr="00CE00CA">
        <w:rPr>
          <w:rFonts w:ascii="Times New Roman" w:hAnsi="Times New Roman"/>
          <w:i/>
          <w:sz w:val="28"/>
          <w:szCs w:val="28"/>
        </w:rPr>
        <w:t>koalitsioonid</w:t>
      </w:r>
      <w:r w:rsidRPr="00CE00CA">
        <w:rPr>
          <w:rFonts w:ascii="Times New Roman" w:hAnsi="Times New Roman"/>
          <w:sz w:val="28"/>
          <w:szCs w:val="28"/>
        </w:rPr>
        <w:t xml:space="preserve"> moodustatakse põhimõttel: kahe või enama partei koalitsioonid, mis on võitvad, moodustatakse nii, et koos kontrollivad nad parlamendis kohtade enamust, kuid </w:t>
      </w:r>
      <w:r w:rsidRPr="00CE00CA">
        <w:rPr>
          <w:rFonts w:ascii="Times New Roman" w:hAnsi="Times New Roman"/>
          <w:sz w:val="28"/>
          <w:szCs w:val="28"/>
          <w:u w:val="single"/>
        </w:rPr>
        <w:t>mis on “väiksemad” selles mõttes, et nad ei kaasa ühtegi üleliigset parteid, mis ei ole vajalik enamuse saavutamiseks parlamendis</w:t>
      </w:r>
    </w:p>
    <w:p w:rsidR="00F32E3B" w:rsidRPr="00CE00CA" w:rsidRDefault="00F32E3B" w:rsidP="00CE00CA">
      <w:pPr>
        <w:pStyle w:val="ListParagraph"/>
        <w:numPr>
          <w:ilvl w:val="0"/>
          <w:numId w:val="15"/>
        </w:num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Enamuskoalitsioon ülepaisutatud: Tavaliselt kriisi olukordades</w:t>
      </w: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19)Mis on koalitsioonivalitsus ja kuidas ta eristub ühepartei valitsusest!</w:t>
      </w:r>
    </w:p>
    <w:p w:rsidR="00F32E3B" w:rsidRPr="00CE00CA" w:rsidRDefault="00F32E3B" w:rsidP="00CE00CA">
      <w:p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Mitme parteiga korraga võimul olev  valitsus</w:t>
      </w: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20) Mis on vähemusvalitsus ja kuidas ta eristub enamusvalitsusest!</w:t>
      </w:r>
    </w:p>
    <w:p w:rsidR="00F32E3B" w:rsidRPr="00CE00CA" w:rsidRDefault="00F32E3B" w:rsidP="00CE00CA">
      <w:p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Kui vähemus moodustab valitsuse ja koalitsiooni.</w:t>
      </w:r>
    </w:p>
    <w:p w:rsidR="00F32E3B" w:rsidRPr="00CE00CA" w:rsidRDefault="00F32E3B" w:rsidP="00CE00CA">
      <w:pPr>
        <w:autoSpaceDE w:val="0"/>
        <w:autoSpaceDN w:val="0"/>
        <w:adjustRightInd w:val="0"/>
        <w:spacing w:after="0" w:line="240" w:lineRule="auto"/>
        <w:rPr>
          <w:rFonts w:ascii="Times New Roman" w:hAnsi="Times New Roman"/>
          <w:color w:val="C00000"/>
          <w:sz w:val="28"/>
          <w:szCs w:val="28"/>
        </w:rPr>
      </w:pPr>
      <w:r w:rsidRPr="00CE00CA">
        <w:rPr>
          <w:rFonts w:ascii="Times New Roman" w:hAnsi="Times New Roman"/>
          <w:color w:val="C00000"/>
          <w:sz w:val="28"/>
          <w:szCs w:val="28"/>
        </w:rPr>
        <w:t xml:space="preserve">21)Mis on </w:t>
      </w:r>
      <w:r w:rsidRPr="00CE00CA">
        <w:rPr>
          <w:rFonts w:ascii="Times New Roman" w:hAnsi="Times New Roman"/>
          <w:i/>
          <w:iCs/>
          <w:color w:val="C00000"/>
          <w:sz w:val="28"/>
          <w:szCs w:val="28"/>
        </w:rPr>
        <w:t xml:space="preserve">Minimal Winning Coalition </w:t>
      </w:r>
      <w:r w:rsidRPr="00CE00CA">
        <w:rPr>
          <w:rFonts w:ascii="Times New Roman" w:hAnsi="Times New Roman"/>
          <w:color w:val="C00000"/>
          <w:sz w:val="28"/>
          <w:szCs w:val="28"/>
        </w:rPr>
        <w:t>ja mis on ülepaisutatud koalitsioon ja</w:t>
      </w:r>
    </w:p>
    <w:p w:rsidR="00F32E3B" w:rsidRPr="00CE00CA" w:rsidRDefault="00F32E3B" w:rsidP="00CE00CA">
      <w:pPr>
        <w:autoSpaceDE w:val="0"/>
        <w:autoSpaceDN w:val="0"/>
        <w:adjustRightInd w:val="0"/>
        <w:spacing w:after="0" w:line="240" w:lineRule="auto"/>
        <w:jc w:val="both"/>
        <w:rPr>
          <w:rFonts w:ascii="Times New Roman" w:hAnsi="Times New Roman"/>
          <w:color w:val="C00000"/>
          <w:sz w:val="28"/>
          <w:szCs w:val="28"/>
        </w:rPr>
      </w:pPr>
      <w:r w:rsidRPr="00CE00CA">
        <w:rPr>
          <w:rFonts w:ascii="Times New Roman" w:hAnsi="Times New Roman"/>
          <w:color w:val="C00000"/>
          <w:sz w:val="28"/>
          <w:szCs w:val="28"/>
        </w:rPr>
        <w:t>kuidas nad teineteisest eristuvad?</w:t>
      </w:r>
    </w:p>
    <w:p w:rsidR="00F32E3B" w:rsidRPr="00CE00CA" w:rsidRDefault="00F32E3B" w:rsidP="00CE00CA">
      <w:pPr>
        <w:autoSpaceDE w:val="0"/>
        <w:autoSpaceDN w:val="0"/>
        <w:adjustRightInd w:val="0"/>
        <w:spacing w:after="0" w:line="240" w:lineRule="auto"/>
        <w:jc w:val="both"/>
        <w:rPr>
          <w:rFonts w:ascii="Times New Roman" w:hAnsi="Times New Roman"/>
          <w:sz w:val="28"/>
          <w:szCs w:val="28"/>
        </w:rPr>
      </w:pPr>
      <w:r w:rsidRPr="00CE00CA">
        <w:rPr>
          <w:rFonts w:ascii="Times New Roman" w:hAnsi="Times New Roman"/>
          <w:sz w:val="28"/>
          <w:szCs w:val="28"/>
        </w:rPr>
        <w:t>MWC on minimaalne enamuskoalitsioon, tihti pigem võimule saamise püüd, kuid võib olla ka poliitikate läbi viimiseks. Ülepaisutatud koalitsioon on tihti kriisi olukorras kui on vaja konsensust. Või kui suured parteid võtavad igaks juhuks partnereid juurde juhuks kui keegi ära langeb.</w:t>
      </w:r>
    </w:p>
    <w:p w:rsidR="00F32E3B" w:rsidRPr="00CE00CA" w:rsidRDefault="00F32E3B" w:rsidP="00CE00CA">
      <w:pPr>
        <w:autoSpaceDE w:val="0"/>
        <w:autoSpaceDN w:val="0"/>
        <w:adjustRightInd w:val="0"/>
        <w:spacing w:after="0" w:line="240" w:lineRule="auto"/>
        <w:jc w:val="both"/>
        <w:rPr>
          <w:rFonts w:ascii="Times New Roman" w:hAnsi="Times New Roman"/>
          <w:b/>
          <w:color w:val="00B050"/>
          <w:sz w:val="28"/>
          <w:szCs w:val="28"/>
        </w:rPr>
      </w:pPr>
      <w:r w:rsidRPr="00CE00CA">
        <w:rPr>
          <w:rFonts w:ascii="Times New Roman" w:hAnsi="Times New Roman"/>
          <w:color w:val="00B050"/>
          <w:sz w:val="28"/>
          <w:szCs w:val="28"/>
        </w:rPr>
        <w:t xml:space="preserve">4. loeng </w:t>
      </w:r>
      <w:r w:rsidRPr="00CE00CA">
        <w:rPr>
          <w:rFonts w:ascii="Times New Roman" w:hAnsi="Times New Roman"/>
          <w:b/>
          <w:color w:val="00B050"/>
          <w:sz w:val="28"/>
          <w:szCs w:val="28"/>
        </w:rPr>
        <w:t>Valitsemiskorraldus ja institutsioonid-Parlament</w:t>
      </w: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1)Mis funktsioone täidavad parlamentide alamkojad ja ülemkojad – kuidas nad</w:t>
      </w: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teineteisest erinevad? (üldine küsimus ülem ja alamkodade funktsioneerimise</w:t>
      </w: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kohta).</w:t>
      </w:r>
    </w:p>
    <w:p w:rsidR="00F32E3B" w:rsidRPr="00CE00CA" w:rsidRDefault="00F32E3B" w:rsidP="00CE00CA">
      <w:pPr>
        <w:autoSpaceDE w:val="0"/>
        <w:autoSpaceDN w:val="0"/>
        <w:adjustRightInd w:val="0"/>
        <w:spacing w:after="0" w:line="240" w:lineRule="auto"/>
        <w:rPr>
          <w:rFonts w:ascii="Times New Roman" w:hAnsi="Times New Roman"/>
          <w:b/>
          <w:sz w:val="28"/>
          <w:szCs w:val="28"/>
        </w:rPr>
      </w:pPr>
      <w:r w:rsidRPr="00CE00CA">
        <w:rPr>
          <w:rFonts w:ascii="Times New Roman" w:hAnsi="Times New Roman"/>
          <w:b/>
          <w:sz w:val="28"/>
          <w:szCs w:val="28"/>
        </w:rPr>
        <w:t>Alamkojad- enamasti rahva poolt otse valitud. Tähtsam!</w:t>
      </w:r>
    </w:p>
    <w:p w:rsidR="00F32E3B" w:rsidRPr="00CE00CA" w:rsidRDefault="00F32E3B" w:rsidP="00CE00CA">
      <w:pPr>
        <w:autoSpaceDE w:val="0"/>
        <w:autoSpaceDN w:val="0"/>
        <w:adjustRightInd w:val="0"/>
        <w:spacing w:after="0" w:line="240" w:lineRule="auto"/>
        <w:rPr>
          <w:rFonts w:ascii="Times New Roman" w:hAnsi="Times New Roman"/>
          <w:b/>
          <w:sz w:val="28"/>
          <w:szCs w:val="28"/>
        </w:rPr>
      </w:pPr>
      <w:r w:rsidRPr="00CE00CA">
        <w:rPr>
          <w:rFonts w:ascii="Times New Roman" w:hAnsi="Times New Roman"/>
          <w:b/>
          <w:sz w:val="28"/>
          <w:szCs w:val="28"/>
        </w:rPr>
        <w:t>Ülemokoda-enamasti kaudselt valitud. Kinnitab/parandab alamkoja otsuseid ja piiratud otsustusõigusega. Vähemtähtsam! Põhiroll on kinnitada ja viia sisse parandusi alamkojas vastu võetud otsustele.Võib panna veto, kuid sellest on võimalik üle sõita. Kinnitab ametisse tähtsamaid riigiametnikke.Kaitseb osariikide vabadusi õigusi.</w:t>
      </w: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2)Mis funktsioone täidavad harilikult parlamentide ülemkojad? Tooge</w:t>
      </w: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illustratsiooniks juurde näiteid ülemkodade toimimise kohta erinevates</w:t>
      </w: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riikides!</w:t>
      </w:r>
    </w:p>
    <w:p w:rsidR="00F32E3B" w:rsidRPr="00CE00CA" w:rsidRDefault="00F32E3B" w:rsidP="00CE00CA">
      <w:pPr>
        <w:autoSpaceDE w:val="0"/>
        <w:autoSpaceDN w:val="0"/>
        <w:adjustRightInd w:val="0"/>
        <w:spacing w:after="0" w:line="240" w:lineRule="auto"/>
        <w:rPr>
          <w:rFonts w:ascii="Times New Roman" w:hAnsi="Times New Roman"/>
          <w:b/>
          <w:sz w:val="28"/>
          <w:szCs w:val="28"/>
        </w:rPr>
      </w:pPr>
      <w:r w:rsidRPr="00CE00CA">
        <w:rPr>
          <w:rFonts w:ascii="Times New Roman" w:hAnsi="Times New Roman"/>
          <w:b/>
          <w:sz w:val="28"/>
          <w:szCs w:val="28"/>
        </w:rPr>
        <w:t>Kaitseb osariikide õigusi, vabadusi.USA</w:t>
      </w: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3) Tooge näiteid riikidest, kus on kahekojalisi parlamente – millist tüüpi riikidele</w:t>
      </w: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need harilikult iseloomulikud on?</w:t>
      </w:r>
    </w:p>
    <w:p w:rsidR="00F32E3B" w:rsidRPr="00CE00CA" w:rsidRDefault="00F32E3B" w:rsidP="00CE00CA">
      <w:pPr>
        <w:autoSpaceDE w:val="0"/>
        <w:autoSpaceDN w:val="0"/>
        <w:adjustRightInd w:val="0"/>
        <w:spacing w:after="0" w:line="240" w:lineRule="auto"/>
        <w:rPr>
          <w:rFonts w:ascii="Times New Roman" w:hAnsi="Times New Roman"/>
          <w:b/>
          <w:sz w:val="28"/>
          <w:szCs w:val="28"/>
        </w:rPr>
      </w:pPr>
      <w:r w:rsidRPr="00CE00CA">
        <w:rPr>
          <w:rFonts w:ascii="Times New Roman" w:hAnsi="Times New Roman"/>
          <w:b/>
          <w:sz w:val="28"/>
          <w:szCs w:val="28"/>
        </w:rPr>
        <w:t>Enamasti fõderatsioonides või palju rahvuselistes riikides.(USA, saksa, Venemaa, Kanada, Belgia)</w:t>
      </w: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4) Arutlege selle üle, mis on kahekojalise parlamendi plussid ja miinused!</w:t>
      </w:r>
    </w:p>
    <w:p w:rsidR="00F32E3B" w:rsidRPr="00CE00CA" w:rsidRDefault="00F32E3B" w:rsidP="00CE00CA">
      <w:pPr>
        <w:autoSpaceDE w:val="0"/>
        <w:autoSpaceDN w:val="0"/>
        <w:adjustRightInd w:val="0"/>
        <w:spacing w:after="0" w:line="240" w:lineRule="auto"/>
        <w:rPr>
          <w:rFonts w:ascii="Times New Roman" w:hAnsi="Times New Roman"/>
          <w:b/>
          <w:sz w:val="28"/>
          <w:szCs w:val="28"/>
        </w:rPr>
      </w:pPr>
      <w:r w:rsidRPr="00CE00CA">
        <w:rPr>
          <w:rFonts w:ascii="Times New Roman" w:hAnsi="Times New Roman"/>
          <w:b/>
          <w:sz w:val="28"/>
          <w:szCs w:val="28"/>
        </w:rPr>
        <w:t>Plussid-demokraatliku lisakontrolli funktsioon ja parandab otsuste kvaliteeti, lubab alumisel kojal tegeleda sisuliste küsimusteega detailide asemel.</w:t>
      </w:r>
    </w:p>
    <w:p w:rsidR="00F32E3B" w:rsidRPr="00CE00CA" w:rsidRDefault="00F32E3B" w:rsidP="00CE00CA">
      <w:pPr>
        <w:autoSpaceDE w:val="0"/>
        <w:autoSpaceDN w:val="0"/>
        <w:adjustRightInd w:val="0"/>
        <w:spacing w:after="0" w:line="240" w:lineRule="auto"/>
        <w:rPr>
          <w:rFonts w:ascii="Times New Roman" w:hAnsi="Times New Roman"/>
          <w:b/>
          <w:sz w:val="28"/>
          <w:szCs w:val="28"/>
        </w:rPr>
      </w:pPr>
      <w:r w:rsidRPr="00CE00CA">
        <w:rPr>
          <w:rFonts w:ascii="Times New Roman" w:hAnsi="Times New Roman"/>
          <w:b/>
          <w:sz w:val="28"/>
          <w:szCs w:val="28"/>
        </w:rPr>
        <w:t>Miinused-muudab otsustamise aeglaseks ja keeruliseks</w:t>
      </w:r>
    </w:p>
    <w:p w:rsidR="00F32E3B" w:rsidRPr="00CE00CA" w:rsidRDefault="00F32E3B" w:rsidP="00CE00CA">
      <w:pPr>
        <w:autoSpaceDE w:val="0"/>
        <w:autoSpaceDN w:val="0"/>
        <w:adjustRightInd w:val="0"/>
        <w:spacing w:after="0" w:line="240" w:lineRule="auto"/>
        <w:rPr>
          <w:rFonts w:ascii="Times New Roman" w:hAnsi="Times New Roman"/>
          <w:b/>
          <w:sz w:val="28"/>
          <w:szCs w:val="28"/>
        </w:rPr>
      </w:pP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5)Tooge välja 3-4 parlamendi üldist funktsiooni lähtuvalt riigi ja demokraatia</w:t>
      </w: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toimimistest (konspektis mainitud 5)</w:t>
      </w:r>
    </w:p>
    <w:p w:rsidR="00F32E3B" w:rsidRPr="00CE00CA" w:rsidRDefault="00F32E3B" w:rsidP="00CE00CA">
      <w:pPr>
        <w:pStyle w:val="ListParagraph"/>
        <w:numPr>
          <w:ilvl w:val="0"/>
          <w:numId w:val="17"/>
        </w:numPr>
        <w:autoSpaceDE w:val="0"/>
        <w:autoSpaceDN w:val="0"/>
        <w:adjustRightInd w:val="0"/>
        <w:spacing w:after="0" w:line="240" w:lineRule="auto"/>
        <w:rPr>
          <w:rFonts w:ascii="Times New Roman" w:hAnsi="Times New Roman"/>
          <w:b/>
          <w:sz w:val="28"/>
          <w:szCs w:val="28"/>
        </w:rPr>
      </w:pPr>
      <w:r w:rsidRPr="00CE00CA">
        <w:rPr>
          <w:rFonts w:ascii="Times New Roman" w:hAnsi="Times New Roman"/>
          <w:b/>
          <w:sz w:val="28"/>
          <w:szCs w:val="28"/>
        </w:rPr>
        <w:t>Esindusfunktsioon- eri vaated ja huvid</w:t>
      </w:r>
    </w:p>
    <w:p w:rsidR="00F32E3B" w:rsidRPr="00CE00CA" w:rsidRDefault="00F32E3B" w:rsidP="00CE00CA">
      <w:pPr>
        <w:pStyle w:val="ListParagraph"/>
        <w:numPr>
          <w:ilvl w:val="0"/>
          <w:numId w:val="17"/>
        </w:numPr>
        <w:autoSpaceDE w:val="0"/>
        <w:autoSpaceDN w:val="0"/>
        <w:adjustRightInd w:val="0"/>
        <w:spacing w:after="0" w:line="240" w:lineRule="auto"/>
        <w:rPr>
          <w:rFonts w:ascii="Times New Roman" w:hAnsi="Times New Roman"/>
          <w:b/>
          <w:sz w:val="28"/>
          <w:szCs w:val="28"/>
        </w:rPr>
      </w:pPr>
      <w:r w:rsidRPr="00CE00CA">
        <w:rPr>
          <w:rFonts w:ascii="Times New Roman" w:hAnsi="Times New Roman"/>
          <w:b/>
          <w:sz w:val="28"/>
          <w:szCs w:val="28"/>
        </w:rPr>
        <w:t>Diskussioon riiklikult oluliste küsimuste üle</w:t>
      </w:r>
    </w:p>
    <w:p w:rsidR="00F32E3B" w:rsidRPr="00CE00CA" w:rsidRDefault="00F32E3B" w:rsidP="00CE00CA">
      <w:pPr>
        <w:pStyle w:val="ListParagraph"/>
        <w:numPr>
          <w:ilvl w:val="0"/>
          <w:numId w:val="17"/>
        </w:numPr>
        <w:autoSpaceDE w:val="0"/>
        <w:autoSpaceDN w:val="0"/>
        <w:adjustRightInd w:val="0"/>
        <w:spacing w:after="0" w:line="240" w:lineRule="auto"/>
        <w:rPr>
          <w:rFonts w:ascii="Times New Roman" w:hAnsi="Times New Roman"/>
          <w:b/>
          <w:sz w:val="28"/>
          <w:szCs w:val="28"/>
        </w:rPr>
      </w:pPr>
      <w:r w:rsidRPr="00CE00CA">
        <w:rPr>
          <w:rFonts w:ascii="Times New Roman" w:hAnsi="Times New Roman"/>
          <w:b/>
          <w:sz w:val="28"/>
          <w:szCs w:val="28"/>
        </w:rPr>
        <w:t>Seadusandlus</w:t>
      </w:r>
    </w:p>
    <w:p w:rsidR="00F32E3B" w:rsidRPr="00CE00CA" w:rsidRDefault="00F32E3B" w:rsidP="00CE00CA">
      <w:pPr>
        <w:pStyle w:val="ListParagraph"/>
        <w:numPr>
          <w:ilvl w:val="0"/>
          <w:numId w:val="17"/>
        </w:numPr>
        <w:autoSpaceDE w:val="0"/>
        <w:autoSpaceDN w:val="0"/>
        <w:adjustRightInd w:val="0"/>
        <w:spacing w:after="0" w:line="240" w:lineRule="auto"/>
        <w:rPr>
          <w:rFonts w:ascii="Times New Roman" w:hAnsi="Times New Roman"/>
          <w:b/>
          <w:sz w:val="28"/>
          <w:szCs w:val="28"/>
        </w:rPr>
      </w:pPr>
      <w:r w:rsidRPr="00CE00CA">
        <w:rPr>
          <w:rFonts w:ascii="Times New Roman" w:hAnsi="Times New Roman"/>
          <w:b/>
          <w:sz w:val="28"/>
          <w:szCs w:val="28"/>
        </w:rPr>
        <w:t>Riigieelarve vastuvõtmine(valitsus esitab kava, aga parlament võib teha parandusi)’</w:t>
      </w:r>
    </w:p>
    <w:p w:rsidR="00F32E3B" w:rsidRPr="00CE00CA" w:rsidRDefault="00F32E3B" w:rsidP="00CE00CA">
      <w:pPr>
        <w:pStyle w:val="ListParagraph"/>
        <w:numPr>
          <w:ilvl w:val="0"/>
          <w:numId w:val="17"/>
        </w:numPr>
        <w:autoSpaceDE w:val="0"/>
        <w:autoSpaceDN w:val="0"/>
        <w:adjustRightInd w:val="0"/>
        <w:spacing w:after="0" w:line="240" w:lineRule="auto"/>
        <w:rPr>
          <w:rFonts w:ascii="Times New Roman" w:hAnsi="Times New Roman"/>
          <w:b/>
          <w:sz w:val="28"/>
          <w:szCs w:val="28"/>
        </w:rPr>
      </w:pPr>
      <w:r w:rsidRPr="00CE00CA">
        <w:rPr>
          <w:rFonts w:ascii="Times New Roman" w:hAnsi="Times New Roman"/>
          <w:b/>
          <w:sz w:val="28"/>
          <w:szCs w:val="28"/>
        </w:rPr>
        <w:t>Kontroll valitsuse üle</w:t>
      </w: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6)Kuidas saavad parlamendid kontrollida valitsuse tegevust – tooge välja mõned</w:t>
      </w: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võimalused!</w:t>
      </w:r>
    </w:p>
    <w:p w:rsidR="00F32E3B" w:rsidRPr="00CE00CA" w:rsidRDefault="00F32E3B" w:rsidP="00CE00CA">
      <w:pPr>
        <w:pStyle w:val="ListParagraph"/>
        <w:numPr>
          <w:ilvl w:val="0"/>
          <w:numId w:val="18"/>
        </w:numPr>
        <w:autoSpaceDE w:val="0"/>
        <w:autoSpaceDN w:val="0"/>
        <w:adjustRightInd w:val="0"/>
        <w:spacing w:after="0" w:line="240" w:lineRule="auto"/>
        <w:rPr>
          <w:rFonts w:ascii="Times New Roman" w:hAnsi="Times New Roman"/>
          <w:b/>
          <w:sz w:val="28"/>
          <w:szCs w:val="28"/>
        </w:rPr>
      </w:pPr>
      <w:r w:rsidRPr="00CE00CA">
        <w:rPr>
          <w:rFonts w:ascii="Times New Roman" w:hAnsi="Times New Roman"/>
          <w:b/>
          <w:sz w:val="28"/>
          <w:szCs w:val="28"/>
        </w:rPr>
        <w:t>Võimalus valitsuse eelnõusid tagasi saata</w:t>
      </w:r>
    </w:p>
    <w:p w:rsidR="00F32E3B" w:rsidRPr="00CE00CA" w:rsidRDefault="00F32E3B" w:rsidP="00CE00CA">
      <w:pPr>
        <w:pStyle w:val="ListParagraph"/>
        <w:numPr>
          <w:ilvl w:val="0"/>
          <w:numId w:val="18"/>
        </w:numPr>
        <w:autoSpaceDE w:val="0"/>
        <w:autoSpaceDN w:val="0"/>
        <w:adjustRightInd w:val="0"/>
        <w:spacing w:after="0" w:line="240" w:lineRule="auto"/>
        <w:rPr>
          <w:rFonts w:ascii="Times New Roman" w:hAnsi="Times New Roman"/>
          <w:b/>
          <w:sz w:val="28"/>
          <w:szCs w:val="28"/>
        </w:rPr>
      </w:pPr>
      <w:r w:rsidRPr="00CE00CA">
        <w:rPr>
          <w:rFonts w:ascii="Times New Roman" w:hAnsi="Times New Roman"/>
          <w:b/>
          <w:sz w:val="28"/>
          <w:szCs w:val="28"/>
        </w:rPr>
        <w:t>Võimalus valitsust umbusaldada</w:t>
      </w:r>
    </w:p>
    <w:p w:rsidR="00F32E3B" w:rsidRPr="00CE00CA" w:rsidRDefault="00F32E3B" w:rsidP="00CE00CA">
      <w:pPr>
        <w:pStyle w:val="ListParagraph"/>
        <w:numPr>
          <w:ilvl w:val="0"/>
          <w:numId w:val="18"/>
        </w:numPr>
        <w:autoSpaceDE w:val="0"/>
        <w:autoSpaceDN w:val="0"/>
        <w:adjustRightInd w:val="0"/>
        <w:spacing w:after="0" w:line="240" w:lineRule="auto"/>
        <w:rPr>
          <w:rFonts w:ascii="Times New Roman" w:hAnsi="Times New Roman"/>
          <w:b/>
          <w:sz w:val="28"/>
          <w:szCs w:val="28"/>
        </w:rPr>
      </w:pPr>
      <w:r w:rsidRPr="00CE00CA">
        <w:rPr>
          <w:rFonts w:ascii="Times New Roman" w:hAnsi="Times New Roman"/>
          <w:b/>
          <w:sz w:val="28"/>
          <w:szCs w:val="28"/>
        </w:rPr>
        <w:t>Küsimused valitsuseliikmetele</w:t>
      </w:r>
    </w:p>
    <w:p w:rsidR="00F32E3B" w:rsidRPr="00CE00CA" w:rsidRDefault="00F32E3B" w:rsidP="00CE00CA">
      <w:pPr>
        <w:pStyle w:val="ListParagraph"/>
        <w:numPr>
          <w:ilvl w:val="0"/>
          <w:numId w:val="18"/>
        </w:numPr>
        <w:autoSpaceDE w:val="0"/>
        <w:autoSpaceDN w:val="0"/>
        <w:adjustRightInd w:val="0"/>
        <w:spacing w:after="0" w:line="240" w:lineRule="auto"/>
        <w:rPr>
          <w:rFonts w:ascii="Times New Roman" w:hAnsi="Times New Roman"/>
          <w:b/>
          <w:sz w:val="28"/>
          <w:szCs w:val="28"/>
        </w:rPr>
      </w:pPr>
      <w:r w:rsidRPr="00CE00CA">
        <w:rPr>
          <w:rFonts w:ascii="Times New Roman" w:hAnsi="Times New Roman"/>
          <w:b/>
          <w:sz w:val="28"/>
          <w:szCs w:val="28"/>
        </w:rPr>
        <w:t>Arupärimised</w:t>
      </w:r>
    </w:p>
    <w:p w:rsidR="00F32E3B" w:rsidRPr="00CE00CA" w:rsidRDefault="00F32E3B" w:rsidP="00CE00CA">
      <w:pPr>
        <w:pStyle w:val="ListParagraph"/>
        <w:numPr>
          <w:ilvl w:val="0"/>
          <w:numId w:val="18"/>
        </w:numPr>
        <w:autoSpaceDE w:val="0"/>
        <w:autoSpaceDN w:val="0"/>
        <w:adjustRightInd w:val="0"/>
        <w:spacing w:after="0" w:line="240" w:lineRule="auto"/>
        <w:rPr>
          <w:rFonts w:ascii="Times New Roman" w:hAnsi="Times New Roman"/>
          <w:b/>
          <w:sz w:val="28"/>
          <w:szCs w:val="28"/>
        </w:rPr>
      </w:pPr>
      <w:r w:rsidRPr="00CE00CA">
        <w:rPr>
          <w:rFonts w:ascii="Times New Roman" w:hAnsi="Times New Roman"/>
          <w:b/>
          <w:sz w:val="28"/>
          <w:szCs w:val="28"/>
        </w:rPr>
        <w:t>Erakorralised arutelud</w:t>
      </w:r>
    </w:p>
    <w:p w:rsidR="00F32E3B" w:rsidRPr="00CE00CA" w:rsidRDefault="00F32E3B" w:rsidP="00CE00CA">
      <w:pPr>
        <w:pStyle w:val="ListParagraph"/>
        <w:autoSpaceDE w:val="0"/>
        <w:autoSpaceDN w:val="0"/>
        <w:adjustRightInd w:val="0"/>
        <w:spacing w:after="0" w:line="240" w:lineRule="auto"/>
        <w:rPr>
          <w:rFonts w:ascii="Times New Roman" w:hAnsi="Times New Roman"/>
          <w:b/>
          <w:sz w:val="28"/>
          <w:szCs w:val="28"/>
        </w:rPr>
      </w:pP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7) Mis iseloomustab “töötavaid” parlamente? Tooge näiteid riikide kohta, kus</w:t>
      </w: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nad on levinud?</w:t>
      </w:r>
    </w:p>
    <w:p w:rsidR="00F32E3B" w:rsidRPr="00CE00CA" w:rsidRDefault="00F32E3B" w:rsidP="00CE00CA">
      <w:pPr>
        <w:autoSpaceDE w:val="0"/>
        <w:autoSpaceDN w:val="0"/>
        <w:adjustRightInd w:val="0"/>
        <w:spacing w:after="0" w:line="240" w:lineRule="auto"/>
        <w:rPr>
          <w:rFonts w:ascii="Times New Roman" w:hAnsi="Times New Roman"/>
          <w:b/>
          <w:sz w:val="28"/>
          <w:szCs w:val="28"/>
        </w:rPr>
      </w:pPr>
      <w:r w:rsidRPr="00CE00CA">
        <w:rPr>
          <w:rFonts w:ascii="Times New Roman" w:hAnsi="Times New Roman"/>
          <w:b/>
          <w:sz w:val="28"/>
          <w:szCs w:val="28"/>
        </w:rPr>
        <w:t>Saksa, Skandinaavia, USA- Komisjonides vaieldakse asjad läbi ja alles siis läheb saali. Konsensuslik valitsus.</w:t>
      </w: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8) Mis iseloomustab “rääkivaid” parlamente? Tooge näiteid riikide kohta, kus</w:t>
      </w: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nad on levinud?</w:t>
      </w:r>
    </w:p>
    <w:p w:rsidR="00F32E3B" w:rsidRPr="00CE00CA" w:rsidRDefault="00F32E3B" w:rsidP="00CE00CA">
      <w:pPr>
        <w:autoSpaceDE w:val="0"/>
        <w:autoSpaceDN w:val="0"/>
        <w:adjustRightInd w:val="0"/>
        <w:spacing w:after="0" w:line="240" w:lineRule="auto"/>
        <w:rPr>
          <w:rFonts w:ascii="Times New Roman" w:hAnsi="Times New Roman"/>
          <w:b/>
          <w:sz w:val="28"/>
          <w:szCs w:val="28"/>
        </w:rPr>
      </w:pPr>
      <w:r w:rsidRPr="00CE00CA">
        <w:rPr>
          <w:rFonts w:ascii="Times New Roman" w:hAnsi="Times New Roman"/>
          <w:b/>
          <w:sz w:val="28"/>
          <w:szCs w:val="28"/>
        </w:rPr>
        <w:t>Inglismaa, Prantsusmaa- Eelnõd arutletakse läbi saalis ja alles siis komisjonidesse.</w:t>
      </w: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9) Võrrelge omavahel “rääkivaid” ja “töötavaid” parlamente! Tooge</w:t>
      </w: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illustratsiooniks juurde näiteid riikidest, kus antud tüüpi parlamendid</w:t>
      </w: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esinevad!</w:t>
      </w:r>
    </w:p>
    <w:p w:rsidR="00F32E3B" w:rsidRPr="00CE00CA" w:rsidRDefault="00F32E3B" w:rsidP="00CE00CA">
      <w:pPr>
        <w:autoSpaceDE w:val="0"/>
        <w:autoSpaceDN w:val="0"/>
        <w:adjustRightInd w:val="0"/>
        <w:spacing w:after="0" w:line="240" w:lineRule="auto"/>
        <w:rPr>
          <w:rFonts w:ascii="Times New Roman" w:hAnsi="Times New Roman"/>
          <w:b/>
          <w:sz w:val="28"/>
          <w:szCs w:val="28"/>
        </w:rPr>
      </w:pPr>
      <w:r w:rsidRPr="00CE00CA">
        <w:rPr>
          <w:rFonts w:ascii="Times New Roman" w:hAnsi="Times New Roman"/>
          <w:b/>
          <w:sz w:val="28"/>
          <w:szCs w:val="28"/>
        </w:rPr>
        <w:t>Inglismaa, prantsusmaa- Saksa, Usa</w:t>
      </w: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10) Võrrelge parlamendi komisjonide tähtsust “rääkivates” ja “töötavates”</w:t>
      </w: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parlamentides!</w:t>
      </w:r>
    </w:p>
    <w:p w:rsidR="00F32E3B" w:rsidRPr="00CE00CA" w:rsidRDefault="00F32E3B" w:rsidP="00CE00CA">
      <w:pPr>
        <w:autoSpaceDE w:val="0"/>
        <w:autoSpaceDN w:val="0"/>
        <w:adjustRightInd w:val="0"/>
        <w:spacing w:after="0" w:line="240" w:lineRule="auto"/>
        <w:rPr>
          <w:rFonts w:ascii="Times New Roman" w:hAnsi="Times New Roman"/>
          <w:b/>
          <w:sz w:val="28"/>
          <w:szCs w:val="28"/>
        </w:rPr>
      </w:pPr>
      <w:r w:rsidRPr="00CE00CA">
        <w:rPr>
          <w:rFonts w:ascii="Times New Roman" w:hAnsi="Times New Roman"/>
          <w:b/>
          <w:sz w:val="28"/>
          <w:szCs w:val="28"/>
        </w:rPr>
        <w:t>Rääkivates pole tähtsad</w:t>
      </w: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11) Kas Eestis on “rääkiv” või “töötav” parlament? Põhjendage oma vastust!</w:t>
      </w:r>
    </w:p>
    <w:p w:rsidR="00F32E3B" w:rsidRPr="00CE00CA" w:rsidRDefault="00F32E3B" w:rsidP="00CE00CA">
      <w:pPr>
        <w:autoSpaceDE w:val="0"/>
        <w:autoSpaceDN w:val="0"/>
        <w:adjustRightInd w:val="0"/>
        <w:spacing w:after="0" w:line="240" w:lineRule="auto"/>
        <w:rPr>
          <w:rFonts w:ascii="Times New Roman" w:hAnsi="Times New Roman"/>
          <w:b/>
          <w:sz w:val="28"/>
          <w:szCs w:val="28"/>
        </w:rPr>
      </w:pPr>
      <w:r w:rsidRPr="00CE00CA">
        <w:rPr>
          <w:rFonts w:ascii="Times New Roman" w:hAnsi="Times New Roman"/>
          <w:b/>
          <w:sz w:val="28"/>
          <w:szCs w:val="28"/>
        </w:rPr>
        <w:t>Töötav, komisjonide osa on tähtis.</w:t>
      </w: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12)Mida kujutavad endast parlamendi komisjonid? Mis on nende peamised</w:t>
      </w: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funktsioonid?</w:t>
      </w:r>
    </w:p>
    <w:p w:rsidR="00F32E3B" w:rsidRPr="00CE00CA" w:rsidRDefault="00F32E3B" w:rsidP="00CE00CA">
      <w:pPr>
        <w:autoSpaceDE w:val="0"/>
        <w:autoSpaceDN w:val="0"/>
        <w:adjustRightInd w:val="0"/>
        <w:spacing w:after="0" w:line="240" w:lineRule="auto"/>
        <w:rPr>
          <w:rFonts w:ascii="Times New Roman" w:hAnsi="Times New Roman"/>
          <w:b/>
          <w:sz w:val="28"/>
          <w:szCs w:val="28"/>
        </w:rPr>
      </w:pPr>
      <w:r w:rsidRPr="00CE00CA">
        <w:rPr>
          <w:rFonts w:ascii="Times New Roman" w:hAnsi="Times New Roman"/>
          <w:b/>
          <w:sz w:val="28"/>
          <w:szCs w:val="28"/>
        </w:rPr>
        <w:t>Mingi teemal ühinenud inimesed, olukorra parandamiseks.</w:t>
      </w: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13)Kui räägitakse parlamentide allakäigust, siis millised on siin peamised</w:t>
      </w: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tunnused, millele viidatakse ja kuidas sellistesse väidetesse parlamentide</w:t>
      </w: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allakäigust üldse võiks tänapäeva kontekstis suhtuda?</w:t>
      </w:r>
    </w:p>
    <w:p w:rsidR="00F32E3B" w:rsidRPr="00CE00CA" w:rsidRDefault="00F32E3B" w:rsidP="00CE00CA">
      <w:pPr>
        <w:pStyle w:val="ListParagraph"/>
        <w:numPr>
          <w:ilvl w:val="0"/>
          <w:numId w:val="19"/>
        </w:numPr>
        <w:autoSpaceDE w:val="0"/>
        <w:autoSpaceDN w:val="0"/>
        <w:adjustRightInd w:val="0"/>
        <w:spacing w:after="0" w:line="240" w:lineRule="auto"/>
        <w:rPr>
          <w:rFonts w:ascii="Times New Roman" w:hAnsi="Times New Roman"/>
          <w:b/>
          <w:sz w:val="28"/>
          <w:szCs w:val="28"/>
        </w:rPr>
      </w:pPr>
      <w:r w:rsidRPr="00CE00CA">
        <w:rPr>
          <w:rFonts w:ascii="Times New Roman" w:hAnsi="Times New Roman"/>
          <w:b/>
          <w:sz w:val="28"/>
          <w:szCs w:val="28"/>
        </w:rPr>
        <w:t>Enamus eelnõusid tuleb valitsusest</w:t>
      </w:r>
    </w:p>
    <w:p w:rsidR="00F32E3B" w:rsidRPr="00CE00CA" w:rsidRDefault="00F32E3B" w:rsidP="00CE00CA">
      <w:pPr>
        <w:pStyle w:val="ListParagraph"/>
        <w:numPr>
          <w:ilvl w:val="0"/>
          <w:numId w:val="19"/>
        </w:numPr>
        <w:autoSpaceDE w:val="0"/>
        <w:autoSpaceDN w:val="0"/>
        <w:adjustRightInd w:val="0"/>
        <w:spacing w:after="0" w:line="240" w:lineRule="auto"/>
        <w:rPr>
          <w:rFonts w:ascii="Times New Roman" w:hAnsi="Times New Roman"/>
          <w:b/>
          <w:sz w:val="28"/>
          <w:szCs w:val="28"/>
        </w:rPr>
      </w:pPr>
      <w:r w:rsidRPr="00CE00CA">
        <w:rPr>
          <w:rFonts w:ascii="Times New Roman" w:hAnsi="Times New Roman"/>
          <w:b/>
          <w:sz w:val="28"/>
          <w:szCs w:val="28"/>
        </w:rPr>
        <w:t>Üksiksaadikul väike võimalus asja mõjutada</w:t>
      </w: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14)Kas parteidistsipliin on tugevam Euroopas või USA-s? Selgitage lühidalt oma vastust!</w:t>
      </w:r>
    </w:p>
    <w:p w:rsidR="00F32E3B" w:rsidRPr="00CE00CA" w:rsidRDefault="00F32E3B" w:rsidP="00CE00CA">
      <w:pPr>
        <w:autoSpaceDE w:val="0"/>
        <w:autoSpaceDN w:val="0"/>
        <w:adjustRightInd w:val="0"/>
        <w:spacing w:after="0" w:line="240" w:lineRule="auto"/>
        <w:rPr>
          <w:rFonts w:ascii="Times New Roman" w:hAnsi="Times New Roman"/>
          <w:b/>
          <w:sz w:val="28"/>
          <w:szCs w:val="28"/>
        </w:rPr>
      </w:pPr>
      <w:r w:rsidRPr="00CE00CA">
        <w:rPr>
          <w:rFonts w:ascii="Times New Roman" w:hAnsi="Times New Roman"/>
          <w:b/>
          <w:sz w:val="28"/>
          <w:szCs w:val="28"/>
        </w:rPr>
        <w:t>Euroopas tugev kuna hääletatakse pigem partei kui isiku poolt ja tänu sellele ollakse parteile truud ja partei distsipliin on tugev</w:t>
      </w: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15) Mis on unitaarriigi ja föderatsiooni erinevus? Tooge näiteid riikidest, mis on</w:t>
      </w:r>
    </w:p>
    <w:p w:rsidR="00F32E3B" w:rsidRPr="00CE00CA" w:rsidRDefault="00F32E3B" w:rsidP="00CE00CA">
      <w:pPr>
        <w:autoSpaceDE w:val="0"/>
        <w:autoSpaceDN w:val="0"/>
        <w:adjustRightInd w:val="0"/>
        <w:spacing w:after="0" w:line="240" w:lineRule="auto"/>
        <w:jc w:val="both"/>
        <w:rPr>
          <w:rFonts w:ascii="Times New Roman" w:hAnsi="Times New Roman"/>
          <w:b/>
          <w:color w:val="FF0000"/>
          <w:sz w:val="28"/>
          <w:szCs w:val="28"/>
        </w:rPr>
      </w:pPr>
      <w:r w:rsidRPr="00CE00CA">
        <w:rPr>
          <w:rFonts w:ascii="Times New Roman" w:hAnsi="Times New Roman"/>
          <w:b/>
          <w:color w:val="FF0000"/>
          <w:sz w:val="28"/>
          <w:szCs w:val="28"/>
        </w:rPr>
        <w:t>föderatsioonid ja mis on unitaarriigid!</w:t>
      </w:r>
    </w:p>
    <w:p w:rsidR="00F32E3B" w:rsidRPr="00CE00CA" w:rsidRDefault="00F32E3B" w:rsidP="00CE00CA">
      <w:pPr>
        <w:autoSpaceDE w:val="0"/>
        <w:autoSpaceDN w:val="0"/>
        <w:adjustRightInd w:val="0"/>
        <w:spacing w:after="0" w:line="240" w:lineRule="auto"/>
        <w:jc w:val="both"/>
        <w:rPr>
          <w:rFonts w:ascii="Times New Roman" w:hAnsi="Times New Roman"/>
          <w:b/>
          <w:sz w:val="28"/>
          <w:szCs w:val="28"/>
        </w:rPr>
      </w:pPr>
      <w:r w:rsidRPr="00CE00CA">
        <w:rPr>
          <w:rFonts w:ascii="Times New Roman" w:hAnsi="Times New Roman"/>
          <w:b/>
          <w:sz w:val="28"/>
          <w:szCs w:val="28"/>
        </w:rPr>
        <w:t>F-riigi suveräänsus jagatud eri tasandite vahel Usa, venemaa</w:t>
      </w:r>
    </w:p>
    <w:p w:rsidR="00F32E3B" w:rsidRPr="00CE00CA" w:rsidRDefault="00F32E3B" w:rsidP="00CE00CA">
      <w:pPr>
        <w:autoSpaceDE w:val="0"/>
        <w:autoSpaceDN w:val="0"/>
        <w:adjustRightInd w:val="0"/>
        <w:spacing w:after="0" w:line="240" w:lineRule="auto"/>
        <w:jc w:val="both"/>
        <w:rPr>
          <w:rFonts w:ascii="Times New Roman" w:hAnsi="Times New Roman"/>
          <w:b/>
          <w:sz w:val="28"/>
          <w:szCs w:val="28"/>
        </w:rPr>
      </w:pPr>
      <w:r w:rsidRPr="00CE00CA">
        <w:rPr>
          <w:rFonts w:ascii="Times New Roman" w:hAnsi="Times New Roman"/>
          <w:b/>
          <w:sz w:val="28"/>
          <w:szCs w:val="28"/>
        </w:rPr>
        <w:t>U- Suveräänsus keskvõimu käes  Eesti, Läti</w:t>
      </w:r>
    </w:p>
    <w:p w:rsidR="00F32E3B" w:rsidRPr="00CE00CA" w:rsidRDefault="00F32E3B" w:rsidP="00CE00CA">
      <w:pPr>
        <w:autoSpaceDE w:val="0"/>
        <w:autoSpaceDN w:val="0"/>
        <w:adjustRightInd w:val="0"/>
        <w:spacing w:after="0" w:line="240" w:lineRule="auto"/>
        <w:jc w:val="both"/>
        <w:rPr>
          <w:rFonts w:ascii="Times New Roman" w:hAnsi="Times New Roman"/>
          <w:b/>
          <w:sz w:val="28"/>
          <w:szCs w:val="28"/>
        </w:rPr>
      </w:pPr>
    </w:p>
    <w:p w:rsidR="00F32E3B" w:rsidRPr="00CE00CA" w:rsidRDefault="00F32E3B" w:rsidP="00CE00CA">
      <w:pPr>
        <w:autoSpaceDE w:val="0"/>
        <w:autoSpaceDN w:val="0"/>
        <w:adjustRightInd w:val="0"/>
        <w:spacing w:after="0" w:line="240" w:lineRule="auto"/>
        <w:jc w:val="both"/>
        <w:rPr>
          <w:rFonts w:ascii="Times New Roman" w:hAnsi="Times New Roman"/>
          <w:b/>
          <w:color w:val="00B050"/>
          <w:sz w:val="28"/>
          <w:szCs w:val="28"/>
        </w:rPr>
      </w:pPr>
      <w:r w:rsidRPr="00CE00CA">
        <w:rPr>
          <w:rFonts w:ascii="Times New Roman" w:hAnsi="Times New Roman"/>
          <w:b/>
          <w:color w:val="00B050"/>
          <w:sz w:val="28"/>
          <w:szCs w:val="28"/>
        </w:rPr>
        <w:t>5 loeng Poliitiline kultuur ja osalus:</w:t>
      </w:r>
    </w:p>
    <w:p w:rsidR="00F32E3B" w:rsidRPr="00CE00CA" w:rsidRDefault="00F32E3B" w:rsidP="00CE00CA">
      <w:pPr>
        <w:pStyle w:val="ListParagraph"/>
        <w:numPr>
          <w:ilvl w:val="0"/>
          <w:numId w:val="16"/>
        </w:num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Poliitilise kultuuri definitsioon Almondi ja Verba järgi</w:t>
      </w:r>
    </w:p>
    <w:p w:rsidR="00F32E3B" w:rsidRPr="00CE00CA" w:rsidRDefault="00F32E3B" w:rsidP="00CE00CA">
      <w:pPr>
        <w:pStyle w:val="ListParagraph"/>
        <w:autoSpaceDE w:val="0"/>
        <w:autoSpaceDN w:val="0"/>
        <w:adjustRightInd w:val="0"/>
        <w:spacing w:after="0" w:line="240" w:lineRule="auto"/>
        <w:rPr>
          <w:rFonts w:ascii="Times New Roman" w:hAnsi="Times New Roman"/>
          <w:b/>
          <w:color w:val="000000"/>
          <w:sz w:val="28"/>
          <w:szCs w:val="28"/>
        </w:rPr>
      </w:pPr>
      <w:r w:rsidRPr="00CE00CA">
        <w:rPr>
          <w:rFonts w:ascii="Times New Roman" w:hAnsi="Times New Roman"/>
          <w:sz w:val="28"/>
          <w:szCs w:val="28"/>
        </w:rPr>
        <w:t>pk kujutab endast orientatsiooni tüüpi poliitiliste objektide suhtes – st. poliitilise süsteemi kui terviku ja selle osade suhtes ning era- ja üldise huvi ühendamise suhtes.</w:t>
      </w:r>
    </w:p>
    <w:p w:rsidR="00F32E3B" w:rsidRPr="00CE00CA" w:rsidRDefault="00F32E3B" w:rsidP="00CE00CA">
      <w:pPr>
        <w:pStyle w:val="ListParagraph"/>
        <w:numPr>
          <w:ilvl w:val="0"/>
          <w:numId w:val="16"/>
        </w:num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Selgitada poliitilise kultuuri teooria konservatiivset olemust</w:t>
      </w:r>
    </w:p>
    <w:p w:rsidR="00F32E3B" w:rsidRPr="00CE00CA" w:rsidRDefault="00F32E3B" w:rsidP="00CE00CA">
      <w:pPr>
        <w:pStyle w:val="ListParagraph"/>
        <w:spacing w:line="240" w:lineRule="auto"/>
        <w:rPr>
          <w:rFonts w:ascii="Times New Roman" w:hAnsi="Times New Roman"/>
          <w:sz w:val="28"/>
          <w:szCs w:val="28"/>
        </w:rPr>
      </w:pPr>
      <w:r w:rsidRPr="00CE00CA">
        <w:rPr>
          <w:rFonts w:ascii="Times New Roman" w:hAnsi="Times New Roman"/>
          <w:sz w:val="28"/>
          <w:szCs w:val="28"/>
        </w:rPr>
        <w:t>Eeldab, et teatud kultuurisümboleid jagavad enamus ühiskonna liikmeid,</w:t>
      </w:r>
    </w:p>
    <w:p w:rsidR="00F32E3B" w:rsidRPr="00CE00CA" w:rsidRDefault="00F32E3B" w:rsidP="00CE00CA">
      <w:pPr>
        <w:pStyle w:val="ListParagraph"/>
        <w:autoSpaceDE w:val="0"/>
        <w:autoSpaceDN w:val="0"/>
        <w:adjustRightInd w:val="0"/>
        <w:spacing w:after="0" w:line="240" w:lineRule="auto"/>
        <w:rPr>
          <w:rFonts w:ascii="Times New Roman" w:hAnsi="Times New Roman"/>
          <w:b/>
          <w:color w:val="000000"/>
          <w:sz w:val="28"/>
          <w:szCs w:val="28"/>
        </w:rPr>
      </w:pP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3. Tocqueville’i egalitarismi kriitika</w:t>
      </w:r>
    </w:p>
    <w:p w:rsidR="00F32E3B" w:rsidRPr="00CE00CA" w:rsidRDefault="00F32E3B" w:rsidP="00CE00CA">
      <w:pPr>
        <w:autoSpaceDE w:val="0"/>
        <w:autoSpaceDN w:val="0"/>
        <w:adjustRightInd w:val="0"/>
        <w:spacing w:after="0" w:line="240" w:lineRule="auto"/>
        <w:rPr>
          <w:rFonts w:ascii="Times New Roman" w:hAnsi="Times New Roman"/>
          <w:color w:val="000000"/>
          <w:sz w:val="28"/>
          <w:szCs w:val="28"/>
        </w:rPr>
      </w:pPr>
      <w:r w:rsidRPr="00CE00CA">
        <w:rPr>
          <w:rFonts w:ascii="Times New Roman" w:hAnsi="Times New Roman"/>
          <w:sz w:val="28"/>
          <w:szCs w:val="28"/>
        </w:rPr>
        <w:t>demokraatia eeldus on kodanike võime moodustada assotsiatsioone ning tegutseda koos oma huvide edendamiseks, kuid samal ajal pidada silmas ka ühiskonna kui terviku vajadusi. Teadvustas liigse egalitarismi probleeme ja rääkis vabaduse ning võrdsuse vastuolust</w:t>
      </w: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4. Almond ja Verba poolt kasutatud poliitilise kultuuri mõiste allikaks on kolm</w:t>
      </w: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teadusvoolu, mis need on?</w:t>
      </w:r>
    </w:p>
    <w:p w:rsidR="00F32E3B" w:rsidRPr="00CE00CA" w:rsidRDefault="00F32E3B" w:rsidP="00CE00CA">
      <w:pPr>
        <w:pStyle w:val="ListParagraph"/>
        <w:numPr>
          <w:ilvl w:val="0"/>
          <w:numId w:val="20"/>
        </w:numPr>
        <w:autoSpaceDE w:val="0"/>
        <w:autoSpaceDN w:val="0"/>
        <w:adjustRightInd w:val="0"/>
        <w:spacing w:after="0" w:line="240" w:lineRule="auto"/>
        <w:rPr>
          <w:rFonts w:ascii="Times New Roman" w:hAnsi="Times New Roman"/>
          <w:b/>
          <w:color w:val="000000"/>
          <w:sz w:val="28"/>
          <w:szCs w:val="28"/>
        </w:rPr>
      </w:pPr>
      <w:r w:rsidRPr="00CE00CA">
        <w:rPr>
          <w:rFonts w:ascii="Times New Roman" w:hAnsi="Times New Roman"/>
          <w:color w:val="000000"/>
          <w:sz w:val="28"/>
          <w:szCs w:val="28"/>
        </w:rPr>
        <w:t>Sotsiaalpsühholoogia</w:t>
      </w:r>
    </w:p>
    <w:p w:rsidR="00F32E3B" w:rsidRPr="00CE00CA" w:rsidRDefault="00F32E3B" w:rsidP="00CE00CA">
      <w:pPr>
        <w:pStyle w:val="ListParagraph"/>
        <w:numPr>
          <w:ilvl w:val="0"/>
          <w:numId w:val="20"/>
        </w:numPr>
        <w:autoSpaceDE w:val="0"/>
        <w:autoSpaceDN w:val="0"/>
        <w:adjustRightInd w:val="0"/>
        <w:spacing w:after="0" w:line="240" w:lineRule="auto"/>
        <w:rPr>
          <w:rFonts w:ascii="Times New Roman" w:hAnsi="Times New Roman"/>
          <w:b/>
          <w:color w:val="000000"/>
          <w:sz w:val="28"/>
          <w:szCs w:val="28"/>
        </w:rPr>
      </w:pPr>
      <w:r w:rsidRPr="00CE00CA">
        <w:rPr>
          <w:rFonts w:ascii="Times New Roman" w:hAnsi="Times New Roman"/>
          <w:color w:val="000000"/>
          <w:sz w:val="28"/>
          <w:szCs w:val="28"/>
        </w:rPr>
        <w:t>Sotsioloogia</w:t>
      </w:r>
    </w:p>
    <w:p w:rsidR="00F32E3B" w:rsidRPr="00CE00CA" w:rsidRDefault="00F32E3B" w:rsidP="00CE00CA">
      <w:pPr>
        <w:pStyle w:val="ListParagraph"/>
        <w:numPr>
          <w:ilvl w:val="0"/>
          <w:numId w:val="20"/>
        </w:numPr>
        <w:autoSpaceDE w:val="0"/>
        <w:autoSpaceDN w:val="0"/>
        <w:adjustRightInd w:val="0"/>
        <w:spacing w:after="0" w:line="240" w:lineRule="auto"/>
        <w:rPr>
          <w:rFonts w:ascii="Times New Roman" w:hAnsi="Times New Roman"/>
          <w:b/>
          <w:color w:val="000000"/>
          <w:sz w:val="28"/>
          <w:szCs w:val="28"/>
        </w:rPr>
      </w:pPr>
      <w:r w:rsidRPr="00CE00CA">
        <w:rPr>
          <w:rFonts w:ascii="Times New Roman" w:hAnsi="Times New Roman"/>
          <w:color w:val="000000"/>
          <w:sz w:val="28"/>
          <w:szCs w:val="28"/>
        </w:rPr>
        <w:t>Avaliku arvamuse uuringute metodoloogia areng peale teist maailma sõda</w:t>
      </w: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5. Poliitise kultuuri teooriate tekkimise sotsiaalsed allikad.</w:t>
      </w:r>
    </w:p>
    <w:p w:rsidR="00F32E3B" w:rsidRPr="00CE00CA" w:rsidRDefault="00F32E3B" w:rsidP="00CE00CA">
      <w:pPr>
        <w:pStyle w:val="ListParagraph"/>
        <w:numPr>
          <w:ilvl w:val="0"/>
          <w:numId w:val="21"/>
        </w:numPr>
        <w:autoSpaceDE w:val="0"/>
        <w:autoSpaceDN w:val="0"/>
        <w:adjustRightInd w:val="0"/>
        <w:spacing w:after="0" w:line="240" w:lineRule="auto"/>
        <w:rPr>
          <w:rFonts w:ascii="Times New Roman" w:hAnsi="Times New Roman"/>
          <w:color w:val="000000"/>
          <w:sz w:val="28"/>
          <w:szCs w:val="28"/>
        </w:rPr>
      </w:pPr>
      <w:r w:rsidRPr="00CE00CA">
        <w:rPr>
          <w:rFonts w:ascii="Times New Roman" w:hAnsi="Times New Roman"/>
          <w:color w:val="000000"/>
          <w:sz w:val="28"/>
          <w:szCs w:val="28"/>
        </w:rPr>
        <w:t>Maailmasõjad – Saksamaa, Itaalia ja Hispaania demokraatiate kokkuvarisemine purustas progressiideoloogia müüdi liberaaldemokraatia automaatsest levikust üle maailma</w:t>
      </w:r>
    </w:p>
    <w:p w:rsidR="00F32E3B" w:rsidRPr="00CE00CA" w:rsidRDefault="00F32E3B" w:rsidP="00CE00CA">
      <w:pPr>
        <w:pStyle w:val="ListParagraph"/>
        <w:numPr>
          <w:ilvl w:val="0"/>
          <w:numId w:val="21"/>
        </w:numPr>
        <w:autoSpaceDE w:val="0"/>
        <w:autoSpaceDN w:val="0"/>
        <w:adjustRightInd w:val="0"/>
        <w:spacing w:after="0" w:line="240" w:lineRule="auto"/>
        <w:rPr>
          <w:rFonts w:ascii="Times New Roman" w:hAnsi="Times New Roman"/>
          <w:color w:val="000000"/>
          <w:sz w:val="28"/>
          <w:szCs w:val="28"/>
        </w:rPr>
      </w:pPr>
      <w:r w:rsidRPr="00CE00CA">
        <w:rPr>
          <w:rFonts w:ascii="Times New Roman" w:hAnsi="Times New Roman"/>
          <w:color w:val="000000"/>
          <w:sz w:val="28"/>
          <w:szCs w:val="28"/>
        </w:rPr>
        <w:t>1950-60 muutusid paljud demokraatlikud riigid autoritarseteks</w:t>
      </w:r>
    </w:p>
    <w:p w:rsidR="00F32E3B" w:rsidRPr="00CE00CA" w:rsidRDefault="00F32E3B" w:rsidP="00CE00CA">
      <w:pPr>
        <w:pStyle w:val="ListParagraph"/>
        <w:numPr>
          <w:ilvl w:val="0"/>
          <w:numId w:val="21"/>
        </w:numPr>
        <w:autoSpaceDE w:val="0"/>
        <w:autoSpaceDN w:val="0"/>
        <w:adjustRightInd w:val="0"/>
        <w:spacing w:after="0" w:line="240" w:lineRule="auto"/>
        <w:rPr>
          <w:rFonts w:ascii="Times New Roman" w:hAnsi="Times New Roman"/>
          <w:color w:val="000000"/>
          <w:sz w:val="28"/>
          <w:szCs w:val="28"/>
        </w:rPr>
      </w:pPr>
      <w:r w:rsidRPr="00CE00CA">
        <w:rPr>
          <w:rFonts w:ascii="Times New Roman" w:hAnsi="Times New Roman"/>
          <w:color w:val="000000"/>
          <w:sz w:val="28"/>
          <w:szCs w:val="28"/>
        </w:rPr>
        <w:t>1980ndate lõpus algas Ida-Euroopa riikide üleminek demokraatiale, kuid eri riigid tegid seda erineva kiiruse ja edukusega</w:t>
      </w:r>
    </w:p>
    <w:p w:rsidR="00F32E3B" w:rsidRPr="00CE00CA" w:rsidRDefault="00F32E3B" w:rsidP="00CE00CA">
      <w:pPr>
        <w:pStyle w:val="ListParagraph"/>
        <w:numPr>
          <w:ilvl w:val="0"/>
          <w:numId w:val="21"/>
        </w:numPr>
        <w:autoSpaceDE w:val="0"/>
        <w:autoSpaceDN w:val="0"/>
        <w:adjustRightInd w:val="0"/>
        <w:spacing w:after="0" w:line="240" w:lineRule="auto"/>
        <w:rPr>
          <w:rFonts w:ascii="Times New Roman" w:hAnsi="Times New Roman"/>
          <w:color w:val="000000"/>
          <w:sz w:val="28"/>
          <w:szCs w:val="28"/>
        </w:rPr>
      </w:pPr>
      <w:r w:rsidRPr="00CE00CA">
        <w:rPr>
          <w:rFonts w:ascii="Times New Roman" w:hAnsi="Times New Roman"/>
          <w:color w:val="000000"/>
          <w:sz w:val="28"/>
          <w:szCs w:val="28"/>
        </w:rPr>
        <w:t>USA-s tehatava politoloogia mõju</w:t>
      </w: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6. Missuguste riikide uurimise alusel Almond ja Verba sõnastasid oma poliitilise</w:t>
      </w: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kultuuri teooria?</w:t>
      </w:r>
    </w:p>
    <w:p w:rsidR="00F32E3B" w:rsidRPr="00CE00CA" w:rsidRDefault="00F32E3B" w:rsidP="00CE00CA">
      <w:pPr>
        <w:autoSpaceDE w:val="0"/>
        <w:autoSpaceDN w:val="0"/>
        <w:adjustRightInd w:val="0"/>
        <w:spacing w:after="0" w:line="240" w:lineRule="auto"/>
        <w:rPr>
          <w:rFonts w:ascii="Times New Roman" w:hAnsi="Times New Roman"/>
          <w:color w:val="000000"/>
          <w:sz w:val="28"/>
          <w:szCs w:val="28"/>
        </w:rPr>
      </w:pPr>
      <w:r w:rsidRPr="00CE00CA">
        <w:rPr>
          <w:rFonts w:ascii="Times New Roman" w:hAnsi="Times New Roman"/>
          <w:color w:val="000000"/>
          <w:sz w:val="28"/>
          <w:szCs w:val="28"/>
        </w:rPr>
        <w:t>Suurbritannia, usa, Mehhiko, Saksamaa, Itaalia</w:t>
      </w: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7. Poliitilise kultuuri ideaaltüübid Almondi ja Verba järgi ning nende</w:t>
      </w: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lühikirjeldus.</w:t>
      </w:r>
    </w:p>
    <w:p w:rsidR="00F32E3B" w:rsidRPr="00CE00CA" w:rsidRDefault="00F32E3B" w:rsidP="00CE00CA">
      <w:pPr>
        <w:pStyle w:val="ListParagraph"/>
        <w:numPr>
          <w:ilvl w:val="0"/>
          <w:numId w:val="22"/>
        </w:numPr>
        <w:autoSpaceDE w:val="0"/>
        <w:autoSpaceDN w:val="0"/>
        <w:adjustRightInd w:val="0"/>
        <w:spacing w:after="0" w:line="240" w:lineRule="auto"/>
        <w:rPr>
          <w:rFonts w:ascii="Times New Roman" w:hAnsi="Times New Roman"/>
          <w:color w:val="000000"/>
          <w:sz w:val="28"/>
          <w:szCs w:val="28"/>
        </w:rPr>
      </w:pPr>
      <w:r w:rsidRPr="00CE00CA">
        <w:rPr>
          <w:rFonts w:ascii="Times New Roman" w:hAnsi="Times New Roman"/>
          <w:color w:val="000000"/>
          <w:sz w:val="28"/>
          <w:szCs w:val="28"/>
        </w:rPr>
        <w:t>Kogukondlik- poliitiline spetsialiseerumine on minimaalne, st puudub erinevate poliitiliste rollide selge erinevus ning inimene ei ole poliitikast huvitatud ega teadlik</w:t>
      </w:r>
    </w:p>
    <w:p w:rsidR="00F32E3B" w:rsidRPr="00CE00CA" w:rsidRDefault="00F32E3B" w:rsidP="00CE00CA">
      <w:pPr>
        <w:pStyle w:val="ListParagraph"/>
        <w:numPr>
          <w:ilvl w:val="0"/>
          <w:numId w:val="22"/>
        </w:numPr>
        <w:autoSpaceDE w:val="0"/>
        <w:autoSpaceDN w:val="0"/>
        <w:adjustRightInd w:val="0"/>
        <w:spacing w:after="0" w:line="240" w:lineRule="auto"/>
        <w:rPr>
          <w:rFonts w:ascii="Times New Roman" w:hAnsi="Times New Roman"/>
          <w:color w:val="000000"/>
          <w:sz w:val="28"/>
          <w:szCs w:val="28"/>
        </w:rPr>
      </w:pPr>
      <w:r w:rsidRPr="00CE00CA">
        <w:rPr>
          <w:rFonts w:ascii="Times New Roman" w:hAnsi="Times New Roman"/>
          <w:color w:val="000000"/>
          <w:sz w:val="28"/>
          <w:szCs w:val="28"/>
        </w:rPr>
        <w:t>Allutav- eksisteerib poliitiliste rollide ja institutsioonide erinevus, kuid kodanikud on passiivsed, nad on teadlikud vaid poliitilisest süsteemist kui tervikust ja väljundpoliitikast</w:t>
      </w:r>
    </w:p>
    <w:p w:rsidR="00F32E3B" w:rsidRPr="00CE00CA" w:rsidRDefault="00F32E3B" w:rsidP="00CE00CA">
      <w:pPr>
        <w:pStyle w:val="ListParagraph"/>
        <w:numPr>
          <w:ilvl w:val="0"/>
          <w:numId w:val="22"/>
        </w:numPr>
        <w:autoSpaceDE w:val="0"/>
        <w:autoSpaceDN w:val="0"/>
        <w:adjustRightInd w:val="0"/>
        <w:spacing w:after="0" w:line="240" w:lineRule="auto"/>
        <w:rPr>
          <w:rFonts w:ascii="Times New Roman" w:hAnsi="Times New Roman"/>
          <w:color w:val="000000"/>
          <w:sz w:val="28"/>
          <w:szCs w:val="28"/>
        </w:rPr>
      </w:pPr>
      <w:r w:rsidRPr="00CE00CA">
        <w:rPr>
          <w:rFonts w:ascii="Times New Roman" w:hAnsi="Times New Roman"/>
          <w:color w:val="000000"/>
          <w:sz w:val="28"/>
          <w:szCs w:val="28"/>
        </w:rPr>
        <w:t>Osavõttev- eksisteerib poliitiliste rollide erinevus ning kodanikud mõjutavad poliitikat. Poliitikast osavõtja on teadlik poliitikast nii sisendi kui väljundi mõttes ning on aktiivsed</w:t>
      </w: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8. Missugune peaks olema kodanikkond, mis vastaks võimu tasakaalu ja</w:t>
      </w: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demokraatia stabiilsuse põhimõttele Almondi ja Verba järgi?</w:t>
      </w:r>
    </w:p>
    <w:p w:rsidR="00F32E3B" w:rsidRPr="00CE00CA" w:rsidRDefault="00F32E3B" w:rsidP="00CE00CA">
      <w:pPr>
        <w:autoSpaceDE w:val="0"/>
        <w:autoSpaceDN w:val="0"/>
        <w:adjustRightInd w:val="0"/>
        <w:spacing w:after="0" w:line="240" w:lineRule="auto"/>
        <w:rPr>
          <w:rFonts w:ascii="Times New Roman" w:hAnsi="Times New Roman"/>
          <w:color w:val="000000"/>
          <w:sz w:val="28"/>
          <w:szCs w:val="28"/>
        </w:rPr>
      </w:pPr>
      <w:r w:rsidRPr="00CE00CA">
        <w:rPr>
          <w:rFonts w:ascii="Times New Roman" w:hAnsi="Times New Roman"/>
          <w:color w:val="000000"/>
          <w:sz w:val="28"/>
          <w:szCs w:val="28"/>
        </w:rPr>
        <w:t>See peab olema erinevusi ühendav:</w:t>
      </w:r>
    </w:p>
    <w:p w:rsidR="00F32E3B" w:rsidRPr="00CE00CA" w:rsidRDefault="00F32E3B" w:rsidP="00CE00CA">
      <w:pPr>
        <w:pStyle w:val="ListParagraph"/>
        <w:numPr>
          <w:ilvl w:val="0"/>
          <w:numId w:val="23"/>
        </w:numPr>
        <w:autoSpaceDE w:val="0"/>
        <w:autoSpaceDN w:val="0"/>
        <w:adjustRightInd w:val="0"/>
        <w:spacing w:after="0" w:line="240" w:lineRule="auto"/>
        <w:rPr>
          <w:rFonts w:ascii="Times New Roman" w:hAnsi="Times New Roman"/>
          <w:color w:val="000000"/>
          <w:sz w:val="28"/>
          <w:szCs w:val="28"/>
        </w:rPr>
      </w:pPr>
      <w:r w:rsidRPr="00CE00CA">
        <w:rPr>
          <w:rFonts w:ascii="Times New Roman" w:hAnsi="Times New Roman"/>
          <w:color w:val="000000"/>
          <w:sz w:val="28"/>
          <w:szCs w:val="28"/>
        </w:rPr>
        <w:t>Aktiivsus ja passiivsus</w:t>
      </w:r>
    </w:p>
    <w:p w:rsidR="00F32E3B" w:rsidRPr="00CE00CA" w:rsidRDefault="00F32E3B" w:rsidP="00CE00CA">
      <w:pPr>
        <w:pStyle w:val="ListParagraph"/>
        <w:numPr>
          <w:ilvl w:val="0"/>
          <w:numId w:val="23"/>
        </w:numPr>
        <w:autoSpaceDE w:val="0"/>
        <w:autoSpaceDN w:val="0"/>
        <w:adjustRightInd w:val="0"/>
        <w:spacing w:after="0" w:line="240" w:lineRule="auto"/>
        <w:rPr>
          <w:rFonts w:ascii="Times New Roman" w:hAnsi="Times New Roman"/>
          <w:color w:val="000000"/>
          <w:sz w:val="28"/>
          <w:szCs w:val="28"/>
        </w:rPr>
      </w:pPr>
      <w:r w:rsidRPr="00CE00CA">
        <w:rPr>
          <w:rFonts w:ascii="Times New Roman" w:hAnsi="Times New Roman"/>
          <w:color w:val="000000"/>
          <w:sz w:val="28"/>
          <w:szCs w:val="28"/>
        </w:rPr>
        <w:t>Sallivus erinevuste suhtes</w:t>
      </w:r>
    </w:p>
    <w:p w:rsidR="00F32E3B" w:rsidRPr="00CE00CA" w:rsidRDefault="00F32E3B" w:rsidP="00CE00CA">
      <w:pPr>
        <w:pStyle w:val="ListParagraph"/>
        <w:numPr>
          <w:ilvl w:val="0"/>
          <w:numId w:val="23"/>
        </w:numPr>
        <w:autoSpaceDE w:val="0"/>
        <w:autoSpaceDN w:val="0"/>
        <w:adjustRightInd w:val="0"/>
        <w:spacing w:after="0" w:line="240" w:lineRule="auto"/>
        <w:rPr>
          <w:rFonts w:ascii="Times New Roman" w:hAnsi="Times New Roman"/>
          <w:color w:val="000000"/>
          <w:sz w:val="28"/>
          <w:szCs w:val="28"/>
        </w:rPr>
      </w:pPr>
      <w:r w:rsidRPr="00CE00CA">
        <w:rPr>
          <w:rFonts w:ascii="Times New Roman" w:hAnsi="Times New Roman"/>
          <w:color w:val="000000"/>
          <w:sz w:val="28"/>
          <w:szCs w:val="28"/>
        </w:rPr>
        <w:t>Usk põhiväärtustesse, mis kannavad poliitilist süsteemi</w:t>
      </w:r>
    </w:p>
    <w:p w:rsidR="00F32E3B" w:rsidRPr="00CE00CA" w:rsidRDefault="00F32E3B" w:rsidP="00CE00CA">
      <w:pPr>
        <w:pStyle w:val="ListParagraph"/>
        <w:numPr>
          <w:ilvl w:val="0"/>
          <w:numId w:val="23"/>
        </w:numPr>
        <w:autoSpaceDE w:val="0"/>
        <w:autoSpaceDN w:val="0"/>
        <w:adjustRightInd w:val="0"/>
        <w:spacing w:after="0" w:line="240" w:lineRule="auto"/>
        <w:rPr>
          <w:rFonts w:ascii="Times New Roman" w:hAnsi="Times New Roman"/>
          <w:color w:val="000000"/>
          <w:sz w:val="28"/>
          <w:szCs w:val="28"/>
        </w:rPr>
      </w:pPr>
      <w:r w:rsidRPr="00CE00CA">
        <w:rPr>
          <w:rFonts w:ascii="Times New Roman" w:hAnsi="Times New Roman"/>
          <w:color w:val="000000"/>
          <w:sz w:val="28"/>
          <w:szCs w:val="28"/>
        </w:rPr>
        <w:t>Usaldus</w:t>
      </w: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9. 1975. Aastal ilmus raamat ‘The Crisis of Democracy’, mille autoriteks olid</w:t>
      </w: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Crozier, Huntington ja Watanuki. Kirjeldage nende põhijäreldusi.</w:t>
      </w:r>
    </w:p>
    <w:p w:rsidR="00F32E3B" w:rsidRPr="00CE00CA" w:rsidRDefault="00F32E3B" w:rsidP="00CE00CA">
      <w:pPr>
        <w:pStyle w:val="ListParagraph"/>
        <w:numPr>
          <w:ilvl w:val="0"/>
          <w:numId w:val="24"/>
        </w:numPr>
        <w:autoSpaceDE w:val="0"/>
        <w:autoSpaceDN w:val="0"/>
        <w:adjustRightInd w:val="0"/>
        <w:spacing w:after="0" w:line="240" w:lineRule="auto"/>
        <w:rPr>
          <w:rFonts w:ascii="Times New Roman" w:hAnsi="Times New Roman"/>
          <w:color w:val="000000"/>
          <w:sz w:val="28"/>
          <w:szCs w:val="28"/>
        </w:rPr>
      </w:pPr>
      <w:r w:rsidRPr="00CE00CA">
        <w:rPr>
          <w:rFonts w:ascii="Times New Roman" w:hAnsi="Times New Roman"/>
          <w:color w:val="000000"/>
          <w:sz w:val="28"/>
          <w:szCs w:val="28"/>
        </w:rPr>
        <w:t>H- rahva poliitilibe aktiivsus st. Osavõtt ning nõudmised võrdsuse järele on alates 1960ndatest suurenenud ning valitsus ei suuda sellele lihtsalt piisavalt reageerida</w:t>
      </w:r>
    </w:p>
    <w:p w:rsidR="00F32E3B" w:rsidRPr="00CE00CA" w:rsidRDefault="00F32E3B" w:rsidP="00CE00CA">
      <w:pPr>
        <w:pStyle w:val="ListParagraph"/>
        <w:numPr>
          <w:ilvl w:val="0"/>
          <w:numId w:val="24"/>
        </w:numPr>
        <w:autoSpaceDE w:val="0"/>
        <w:autoSpaceDN w:val="0"/>
        <w:adjustRightInd w:val="0"/>
        <w:spacing w:after="0" w:line="240" w:lineRule="auto"/>
        <w:rPr>
          <w:rFonts w:ascii="Times New Roman" w:hAnsi="Times New Roman"/>
          <w:color w:val="000000"/>
          <w:sz w:val="28"/>
          <w:szCs w:val="28"/>
        </w:rPr>
      </w:pPr>
      <w:r w:rsidRPr="00CE00CA">
        <w:rPr>
          <w:rFonts w:ascii="Times New Roman" w:hAnsi="Times New Roman"/>
          <w:color w:val="000000"/>
          <w:sz w:val="28"/>
          <w:szCs w:val="28"/>
        </w:rPr>
        <w:t>C- Põhjuseks on traditsiooniliste väärtuste ja institutsioonide kokkuvarisemine ning kasvanud sotsiaalne mobiilsus- moderniseerumine</w:t>
      </w:r>
    </w:p>
    <w:p w:rsidR="00F32E3B" w:rsidRPr="00CE00CA" w:rsidRDefault="00F32E3B" w:rsidP="00CE00CA">
      <w:pPr>
        <w:pStyle w:val="ListParagraph"/>
        <w:numPr>
          <w:ilvl w:val="0"/>
          <w:numId w:val="24"/>
        </w:numPr>
        <w:autoSpaceDE w:val="0"/>
        <w:autoSpaceDN w:val="0"/>
        <w:adjustRightInd w:val="0"/>
        <w:spacing w:after="0" w:line="240" w:lineRule="auto"/>
        <w:rPr>
          <w:rFonts w:ascii="Times New Roman" w:hAnsi="Times New Roman"/>
          <w:color w:val="000000"/>
          <w:sz w:val="28"/>
          <w:szCs w:val="28"/>
        </w:rPr>
      </w:pPr>
      <w:r w:rsidRPr="00CE00CA">
        <w:rPr>
          <w:rFonts w:ascii="Times New Roman" w:hAnsi="Times New Roman"/>
          <w:color w:val="000000"/>
          <w:sz w:val="28"/>
          <w:szCs w:val="28"/>
        </w:rPr>
        <w:t>W- Jaapanis on tugevad traditsioonilised väärtused ja tugev majandus hoidnud inimesi osavõtust eemale – probleemiks on ka korruptsioon</w:t>
      </w: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10. Mida tähendab konsotsiaalne demokraatia?</w:t>
      </w:r>
    </w:p>
    <w:p w:rsidR="00F32E3B" w:rsidRPr="00CE00CA" w:rsidRDefault="00F32E3B" w:rsidP="00CE00CA">
      <w:pPr>
        <w:autoSpaceDE w:val="0"/>
        <w:autoSpaceDN w:val="0"/>
        <w:adjustRightInd w:val="0"/>
        <w:spacing w:after="0" w:line="240" w:lineRule="auto"/>
        <w:rPr>
          <w:rFonts w:ascii="Times New Roman" w:hAnsi="Times New Roman"/>
          <w:color w:val="000000"/>
          <w:sz w:val="28"/>
          <w:szCs w:val="28"/>
        </w:rPr>
      </w:pPr>
      <w:r w:rsidRPr="00CE00CA">
        <w:rPr>
          <w:rFonts w:ascii="Times New Roman" w:hAnsi="Times New Roman"/>
          <w:color w:val="000000"/>
          <w:sz w:val="28"/>
          <w:szCs w:val="28"/>
        </w:rPr>
        <w:t>Uus demokraatia vorm, kus lisaks üldisele esindusprintsiibile võetakse esindamisel arvesse ka etnilisi või religioosseid tunnuseid. Belgia, Shveits</w:t>
      </w: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11. Mis seletab poliitilise usalduse langemist enamus lääneriikides viimastel</w:t>
      </w: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aastakümnetel?</w:t>
      </w:r>
    </w:p>
    <w:p w:rsidR="00F32E3B" w:rsidRPr="00CE00CA" w:rsidRDefault="00F32E3B" w:rsidP="00CE00CA">
      <w:pPr>
        <w:pStyle w:val="ListParagraph"/>
        <w:numPr>
          <w:ilvl w:val="0"/>
          <w:numId w:val="25"/>
        </w:numPr>
        <w:autoSpaceDE w:val="0"/>
        <w:autoSpaceDN w:val="0"/>
        <w:adjustRightInd w:val="0"/>
        <w:spacing w:after="0" w:line="240" w:lineRule="auto"/>
        <w:rPr>
          <w:rFonts w:ascii="Times New Roman" w:hAnsi="Times New Roman"/>
          <w:color w:val="000000"/>
          <w:sz w:val="28"/>
          <w:szCs w:val="28"/>
        </w:rPr>
      </w:pPr>
      <w:r w:rsidRPr="00CE00CA">
        <w:rPr>
          <w:rFonts w:ascii="Times New Roman" w:hAnsi="Times New Roman"/>
          <w:color w:val="000000"/>
          <w:sz w:val="28"/>
          <w:szCs w:val="28"/>
        </w:rPr>
        <w:t>Kättesaadav informatsioon on suurennenud</w:t>
      </w:r>
    </w:p>
    <w:p w:rsidR="00F32E3B" w:rsidRPr="00CE00CA" w:rsidRDefault="00F32E3B" w:rsidP="00CE00CA">
      <w:pPr>
        <w:pStyle w:val="ListParagraph"/>
        <w:numPr>
          <w:ilvl w:val="0"/>
          <w:numId w:val="25"/>
        </w:numPr>
        <w:autoSpaceDE w:val="0"/>
        <w:autoSpaceDN w:val="0"/>
        <w:adjustRightInd w:val="0"/>
        <w:spacing w:after="0" w:line="240" w:lineRule="auto"/>
        <w:rPr>
          <w:rFonts w:ascii="Times New Roman" w:hAnsi="Times New Roman"/>
          <w:b/>
          <w:color w:val="000000"/>
          <w:sz w:val="28"/>
          <w:szCs w:val="28"/>
        </w:rPr>
      </w:pPr>
      <w:r w:rsidRPr="00CE00CA">
        <w:rPr>
          <w:rFonts w:ascii="Times New Roman" w:hAnsi="Times New Roman"/>
          <w:color w:val="000000"/>
          <w:sz w:val="28"/>
          <w:szCs w:val="28"/>
        </w:rPr>
        <w:t>Hindamise kriteeriumid on muutunud, suurenenud</w:t>
      </w:r>
    </w:p>
    <w:p w:rsidR="00F32E3B" w:rsidRPr="00CE00CA" w:rsidRDefault="00F32E3B" w:rsidP="00CE00CA">
      <w:pPr>
        <w:pStyle w:val="ListParagraph"/>
        <w:autoSpaceDE w:val="0"/>
        <w:autoSpaceDN w:val="0"/>
        <w:adjustRightInd w:val="0"/>
        <w:spacing w:after="0" w:line="240" w:lineRule="auto"/>
        <w:rPr>
          <w:rFonts w:ascii="Times New Roman" w:hAnsi="Times New Roman"/>
          <w:b/>
          <w:color w:val="000000"/>
          <w:sz w:val="28"/>
          <w:szCs w:val="28"/>
        </w:rPr>
      </w:pP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12. Millised on Putnami sotsiaalse kapitali teooria põhiväited?</w:t>
      </w:r>
    </w:p>
    <w:p w:rsidR="00F32E3B" w:rsidRPr="00CE00CA" w:rsidRDefault="00F32E3B" w:rsidP="00CE00CA">
      <w:pPr>
        <w:autoSpaceDE w:val="0"/>
        <w:autoSpaceDN w:val="0"/>
        <w:adjustRightInd w:val="0"/>
        <w:spacing w:after="0" w:line="240" w:lineRule="auto"/>
        <w:rPr>
          <w:rFonts w:ascii="Times New Roman" w:hAnsi="Times New Roman"/>
          <w:color w:val="000000"/>
          <w:sz w:val="28"/>
          <w:szCs w:val="28"/>
        </w:rPr>
      </w:pPr>
      <w:r w:rsidRPr="00CE00CA">
        <w:rPr>
          <w:rFonts w:ascii="Times New Roman" w:hAnsi="Times New Roman"/>
          <w:color w:val="000000"/>
          <w:sz w:val="28"/>
          <w:szCs w:val="28"/>
        </w:rPr>
        <w:t>Sotsiaalse kapitali vähenemine vähendab ka poliitilist usaldust</w:t>
      </w:r>
    </w:p>
    <w:p w:rsidR="00F32E3B" w:rsidRPr="00CE00CA" w:rsidRDefault="00F32E3B" w:rsidP="00CE00CA">
      <w:pPr>
        <w:autoSpaceDE w:val="0"/>
        <w:autoSpaceDN w:val="0"/>
        <w:adjustRightInd w:val="0"/>
        <w:spacing w:after="0" w:line="240" w:lineRule="auto"/>
        <w:jc w:val="both"/>
        <w:rPr>
          <w:rFonts w:ascii="Times New Roman" w:hAnsi="Times New Roman"/>
          <w:b/>
          <w:color w:val="FF0000"/>
          <w:sz w:val="28"/>
          <w:szCs w:val="28"/>
        </w:rPr>
      </w:pPr>
      <w:r w:rsidRPr="00CE00CA">
        <w:rPr>
          <w:rFonts w:ascii="Times New Roman" w:hAnsi="Times New Roman"/>
          <w:b/>
          <w:color w:val="FF0000"/>
          <w:sz w:val="28"/>
          <w:szCs w:val="28"/>
        </w:rPr>
        <w:t>13. Milles seisneb poliitilise kultuuri teooria peamine kriitika?</w:t>
      </w:r>
    </w:p>
    <w:p w:rsidR="00F32E3B" w:rsidRPr="00CE00CA" w:rsidRDefault="00F32E3B" w:rsidP="00CE00CA">
      <w:pPr>
        <w:pStyle w:val="ListParagraph"/>
        <w:numPr>
          <w:ilvl w:val="0"/>
          <w:numId w:val="26"/>
        </w:numPr>
        <w:autoSpaceDE w:val="0"/>
        <w:autoSpaceDN w:val="0"/>
        <w:adjustRightInd w:val="0"/>
        <w:spacing w:after="0" w:line="240" w:lineRule="auto"/>
        <w:jc w:val="both"/>
        <w:rPr>
          <w:rFonts w:ascii="Times New Roman" w:hAnsi="Times New Roman"/>
          <w:color w:val="000000"/>
          <w:sz w:val="28"/>
          <w:szCs w:val="28"/>
        </w:rPr>
      </w:pPr>
      <w:r w:rsidRPr="00CE00CA">
        <w:rPr>
          <w:rFonts w:ascii="Times New Roman" w:hAnsi="Times New Roman"/>
          <w:color w:val="000000"/>
          <w:sz w:val="28"/>
          <w:szCs w:val="28"/>
        </w:rPr>
        <w:t>Liiga sõltuv usa Suurbritannia mudelist</w:t>
      </w:r>
    </w:p>
    <w:p w:rsidR="00F32E3B" w:rsidRPr="00CE00CA" w:rsidRDefault="00F32E3B" w:rsidP="00CE00CA">
      <w:pPr>
        <w:pStyle w:val="ListParagraph"/>
        <w:numPr>
          <w:ilvl w:val="0"/>
          <w:numId w:val="26"/>
        </w:numPr>
        <w:autoSpaceDE w:val="0"/>
        <w:autoSpaceDN w:val="0"/>
        <w:adjustRightInd w:val="0"/>
        <w:spacing w:after="0" w:line="240" w:lineRule="auto"/>
        <w:jc w:val="both"/>
        <w:rPr>
          <w:rFonts w:ascii="Times New Roman" w:hAnsi="Times New Roman"/>
          <w:color w:val="000000"/>
          <w:sz w:val="28"/>
          <w:szCs w:val="28"/>
        </w:rPr>
      </w:pPr>
      <w:r w:rsidRPr="00CE00CA">
        <w:rPr>
          <w:rFonts w:ascii="Times New Roman" w:hAnsi="Times New Roman"/>
          <w:color w:val="000000"/>
          <w:sz w:val="28"/>
          <w:szCs w:val="28"/>
        </w:rPr>
        <w:t>Metodoloogilised raskused, pol kultuur ja institutsioonid kumb on põhjus kumb tagajärg</w:t>
      </w:r>
    </w:p>
    <w:p w:rsidR="00F32E3B" w:rsidRPr="00CE00CA" w:rsidRDefault="00F32E3B" w:rsidP="00CE00CA">
      <w:pPr>
        <w:pStyle w:val="ListParagraph"/>
        <w:numPr>
          <w:ilvl w:val="0"/>
          <w:numId w:val="26"/>
        </w:numPr>
        <w:autoSpaceDE w:val="0"/>
        <w:autoSpaceDN w:val="0"/>
        <w:adjustRightInd w:val="0"/>
        <w:spacing w:after="0" w:line="240" w:lineRule="auto"/>
        <w:jc w:val="both"/>
        <w:rPr>
          <w:rFonts w:ascii="Times New Roman" w:hAnsi="Times New Roman"/>
          <w:color w:val="000000"/>
          <w:sz w:val="28"/>
          <w:szCs w:val="28"/>
        </w:rPr>
      </w:pPr>
      <w:r w:rsidRPr="00CE00CA">
        <w:rPr>
          <w:rFonts w:ascii="Times New Roman" w:hAnsi="Times New Roman"/>
          <w:color w:val="000000"/>
          <w:sz w:val="28"/>
          <w:szCs w:val="28"/>
        </w:rPr>
        <w:t>Mikro-makro seose probleem, küsitlus annab mikro taseme andmeid kuidas sellest järeldada makro taseme asju</w:t>
      </w:r>
    </w:p>
    <w:p w:rsidR="00F32E3B" w:rsidRPr="00CE00CA" w:rsidRDefault="00F32E3B" w:rsidP="00CE00CA">
      <w:pPr>
        <w:pStyle w:val="ListParagraph"/>
        <w:numPr>
          <w:ilvl w:val="0"/>
          <w:numId w:val="26"/>
        </w:numPr>
        <w:autoSpaceDE w:val="0"/>
        <w:autoSpaceDN w:val="0"/>
        <w:adjustRightInd w:val="0"/>
        <w:spacing w:after="0" w:line="240" w:lineRule="auto"/>
        <w:jc w:val="both"/>
        <w:rPr>
          <w:rFonts w:ascii="Times New Roman" w:hAnsi="Times New Roman"/>
          <w:color w:val="000000"/>
          <w:sz w:val="28"/>
          <w:szCs w:val="28"/>
        </w:rPr>
      </w:pPr>
      <w:r w:rsidRPr="00CE00CA">
        <w:rPr>
          <w:rFonts w:ascii="Times New Roman" w:hAnsi="Times New Roman"/>
          <w:color w:val="000000"/>
          <w:sz w:val="28"/>
          <w:szCs w:val="28"/>
        </w:rPr>
        <w:t>Lihtsalt eelarvamused ja stereotüübid????</w:t>
      </w:r>
    </w:p>
    <w:p w:rsidR="00F32E3B" w:rsidRPr="00CE00CA" w:rsidRDefault="00F32E3B" w:rsidP="00CE00CA">
      <w:pPr>
        <w:pStyle w:val="ListParagraph"/>
        <w:numPr>
          <w:ilvl w:val="0"/>
          <w:numId w:val="26"/>
        </w:numPr>
        <w:autoSpaceDE w:val="0"/>
        <w:autoSpaceDN w:val="0"/>
        <w:adjustRightInd w:val="0"/>
        <w:spacing w:after="0" w:line="240" w:lineRule="auto"/>
        <w:jc w:val="both"/>
        <w:rPr>
          <w:rFonts w:ascii="Times New Roman" w:hAnsi="Times New Roman"/>
          <w:color w:val="000000"/>
          <w:sz w:val="28"/>
          <w:szCs w:val="28"/>
        </w:rPr>
      </w:pPr>
      <w:r w:rsidRPr="00CE00CA">
        <w:rPr>
          <w:rFonts w:ascii="Times New Roman" w:hAnsi="Times New Roman"/>
          <w:color w:val="000000"/>
          <w:sz w:val="28"/>
          <w:szCs w:val="28"/>
        </w:rPr>
        <w:t>Ülejääkne kategooria- seletab asju mida teaduslikult seletada pole võimalik</w:t>
      </w:r>
    </w:p>
    <w:p w:rsidR="00F32E3B" w:rsidRPr="00CE00CA" w:rsidRDefault="00F32E3B" w:rsidP="00CE00CA">
      <w:pPr>
        <w:autoSpaceDE w:val="0"/>
        <w:autoSpaceDN w:val="0"/>
        <w:adjustRightInd w:val="0"/>
        <w:spacing w:after="0" w:line="240" w:lineRule="auto"/>
        <w:jc w:val="both"/>
        <w:rPr>
          <w:rFonts w:ascii="Times New Roman" w:hAnsi="Times New Roman"/>
          <w:b/>
          <w:color w:val="000000"/>
          <w:sz w:val="28"/>
          <w:szCs w:val="28"/>
        </w:rPr>
      </w:pPr>
    </w:p>
    <w:p w:rsidR="00F32E3B" w:rsidRPr="00CE00CA" w:rsidRDefault="00F32E3B" w:rsidP="00CE00CA">
      <w:pPr>
        <w:autoSpaceDE w:val="0"/>
        <w:autoSpaceDN w:val="0"/>
        <w:adjustRightInd w:val="0"/>
        <w:spacing w:after="0" w:line="240" w:lineRule="auto"/>
        <w:jc w:val="both"/>
        <w:rPr>
          <w:rFonts w:ascii="Times New Roman" w:hAnsi="Times New Roman"/>
          <w:b/>
          <w:color w:val="00B050"/>
          <w:sz w:val="28"/>
          <w:szCs w:val="28"/>
        </w:rPr>
      </w:pPr>
      <w:r w:rsidRPr="00CE00CA">
        <w:rPr>
          <w:rFonts w:ascii="Times New Roman" w:hAnsi="Times New Roman"/>
          <w:b/>
          <w:color w:val="00B050"/>
          <w:sz w:val="28"/>
          <w:szCs w:val="28"/>
        </w:rPr>
        <w:t>6 loeng kodanikeühiskond, huvigrupid ja sotsiaalsed liikumised:</w:t>
      </w: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1. Kodanikuühiskonna definitsioon</w:t>
      </w:r>
    </w:p>
    <w:p w:rsidR="00F32E3B" w:rsidRPr="00CE00CA" w:rsidRDefault="00F32E3B" w:rsidP="00CE00CA">
      <w:pPr>
        <w:autoSpaceDE w:val="0"/>
        <w:autoSpaceDN w:val="0"/>
        <w:adjustRightInd w:val="0"/>
        <w:spacing w:after="0" w:line="240" w:lineRule="auto"/>
        <w:rPr>
          <w:rFonts w:ascii="Times New Roman" w:hAnsi="Times New Roman"/>
          <w:b/>
          <w:sz w:val="28"/>
          <w:szCs w:val="28"/>
        </w:rPr>
      </w:pPr>
      <w:r w:rsidRPr="00CE00CA">
        <w:rPr>
          <w:rFonts w:ascii="Times New Roman" w:hAnsi="Times New Roman"/>
          <w:sz w:val="28"/>
          <w:szCs w:val="28"/>
        </w:rPr>
        <w:t>Kodanikuühiskond kujutab endast inimeste kollektiivset tegevust, mille aluseks on ühised huvid ja väärtused.</w:t>
      </w: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2. Mida kujutab endast kodanikuühiskond Hegeli käsitluses?</w:t>
      </w:r>
    </w:p>
    <w:p w:rsidR="00F32E3B" w:rsidRPr="00CE00CA" w:rsidRDefault="00F32E3B" w:rsidP="00CE00CA">
      <w:pPr>
        <w:autoSpaceDE w:val="0"/>
        <w:autoSpaceDN w:val="0"/>
        <w:adjustRightInd w:val="0"/>
        <w:spacing w:after="0" w:line="240" w:lineRule="auto"/>
        <w:rPr>
          <w:rFonts w:ascii="Times New Roman" w:hAnsi="Times New Roman"/>
          <w:b/>
          <w:sz w:val="28"/>
          <w:szCs w:val="28"/>
        </w:rPr>
      </w:pPr>
      <w:r w:rsidRPr="00CE00CA">
        <w:rPr>
          <w:rFonts w:ascii="Times New Roman" w:hAnsi="Times New Roman"/>
          <w:sz w:val="28"/>
          <w:szCs w:val="28"/>
        </w:rPr>
        <w:t>kodanikuühiskond kujutab endast üht elementi triaadilises suhtes riigi ja perekonna vahel ning on seotud majandusliku tegevusega.</w:t>
      </w: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3. Oligarhiliste tendentside põhjused Michelsi järgi.</w:t>
      </w:r>
    </w:p>
    <w:p w:rsidR="00F32E3B" w:rsidRPr="00CE00CA" w:rsidRDefault="00F32E3B" w:rsidP="00CE00CA">
      <w:pPr>
        <w:pStyle w:val="ListParagraph"/>
        <w:numPr>
          <w:ilvl w:val="0"/>
          <w:numId w:val="27"/>
        </w:numPr>
        <w:autoSpaceDE w:val="0"/>
        <w:autoSpaceDN w:val="0"/>
        <w:adjustRightInd w:val="0"/>
        <w:spacing w:after="0" w:line="240" w:lineRule="auto"/>
        <w:rPr>
          <w:rFonts w:ascii="Times New Roman" w:hAnsi="Times New Roman"/>
          <w:color w:val="000000"/>
          <w:sz w:val="28"/>
          <w:szCs w:val="28"/>
        </w:rPr>
      </w:pPr>
      <w:r w:rsidRPr="00CE00CA">
        <w:rPr>
          <w:rFonts w:ascii="Times New Roman" w:hAnsi="Times New Roman"/>
          <w:color w:val="000000"/>
          <w:sz w:val="28"/>
          <w:szCs w:val="28"/>
        </w:rPr>
        <w:t>inimloomus – inimene on loomult egoist, püüdleb hüvedele, privileegidele, võimule.</w:t>
      </w:r>
    </w:p>
    <w:p w:rsidR="00F32E3B" w:rsidRPr="00CE00CA" w:rsidRDefault="00F32E3B" w:rsidP="00CE00CA">
      <w:pPr>
        <w:pStyle w:val="ListParagraph"/>
        <w:numPr>
          <w:ilvl w:val="0"/>
          <w:numId w:val="27"/>
        </w:numPr>
        <w:autoSpaceDE w:val="0"/>
        <w:autoSpaceDN w:val="0"/>
        <w:adjustRightInd w:val="0"/>
        <w:spacing w:after="0" w:line="240" w:lineRule="auto"/>
        <w:rPr>
          <w:rFonts w:ascii="Times New Roman" w:hAnsi="Times New Roman"/>
          <w:color w:val="000000"/>
          <w:sz w:val="28"/>
          <w:szCs w:val="28"/>
        </w:rPr>
      </w:pPr>
      <w:r w:rsidRPr="00CE00CA">
        <w:rPr>
          <w:rFonts w:ascii="Times New Roman" w:hAnsi="Times New Roman"/>
          <w:color w:val="000000"/>
          <w:sz w:val="28"/>
          <w:szCs w:val="28"/>
        </w:rPr>
        <w:t>poliitilise võitluse loomus – nõuab organiseeritust ja distsipliini</w:t>
      </w:r>
    </w:p>
    <w:p w:rsidR="00F32E3B" w:rsidRPr="00CE00CA" w:rsidRDefault="00F32E3B" w:rsidP="00CE00CA">
      <w:pPr>
        <w:pStyle w:val="ListParagraph"/>
        <w:numPr>
          <w:ilvl w:val="0"/>
          <w:numId w:val="27"/>
        </w:numPr>
        <w:autoSpaceDE w:val="0"/>
        <w:autoSpaceDN w:val="0"/>
        <w:adjustRightInd w:val="0"/>
        <w:spacing w:after="0" w:line="240" w:lineRule="auto"/>
        <w:rPr>
          <w:rFonts w:ascii="Times New Roman" w:hAnsi="Times New Roman"/>
          <w:b/>
          <w:sz w:val="28"/>
          <w:szCs w:val="28"/>
        </w:rPr>
      </w:pPr>
      <w:r w:rsidRPr="00CE00CA">
        <w:rPr>
          <w:rFonts w:ascii="Times New Roman" w:hAnsi="Times New Roman"/>
          <w:color w:val="000000"/>
          <w:sz w:val="28"/>
          <w:szCs w:val="28"/>
        </w:rPr>
        <w:t>organisatsiooni loomus – viib paratamatult priviligeeritud vähemuse tekkimiseni</w:t>
      </w: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4. John Rex’i kodanikuühiskonna käsitlus</w:t>
      </w:r>
    </w:p>
    <w:p w:rsidR="00F32E3B" w:rsidRPr="00CE00CA" w:rsidRDefault="00F32E3B" w:rsidP="00CE00CA">
      <w:p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Kodanikuühiskonna mõistmiseks tuleb eristada era- ja avalikku sfääri – viimane jaguneb poliitiliseks ja sotsiaalseks komponendiks</w:t>
      </w: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5. Huvigruppide ja survegruppide erinevus.</w:t>
      </w:r>
    </w:p>
    <w:p w:rsidR="00F32E3B" w:rsidRPr="00CE00CA" w:rsidRDefault="00F32E3B" w:rsidP="00CE00CA">
      <w:pPr>
        <w:autoSpaceDE w:val="0"/>
        <w:autoSpaceDN w:val="0"/>
        <w:adjustRightInd w:val="0"/>
        <w:spacing w:after="0" w:line="240" w:lineRule="auto"/>
        <w:rPr>
          <w:rFonts w:ascii="Times New Roman" w:hAnsi="Times New Roman"/>
          <w:b/>
          <w:sz w:val="28"/>
          <w:szCs w:val="28"/>
        </w:rPr>
      </w:pP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6. Kuidas Almond liigitab survegruppe?</w:t>
      </w:r>
    </w:p>
    <w:p w:rsidR="00F32E3B" w:rsidRPr="00CE00CA" w:rsidRDefault="00F32E3B" w:rsidP="00CE00CA">
      <w:p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1. anomaalsed – kui puudub esindatus parlamendis</w:t>
      </w:r>
    </w:p>
    <w:p w:rsidR="00F32E3B" w:rsidRPr="00CE00CA" w:rsidRDefault="00F32E3B" w:rsidP="00CE00CA">
      <w:p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 xml:space="preserve">2. mitte-assotsieerunud – näiteks mittesuitsetajad </w:t>
      </w:r>
    </w:p>
    <w:p w:rsidR="00F32E3B" w:rsidRPr="00CE00CA" w:rsidRDefault="00F32E3B" w:rsidP="00CE00CA">
      <w:pPr>
        <w:autoSpaceDE w:val="0"/>
        <w:autoSpaceDN w:val="0"/>
        <w:adjustRightInd w:val="0"/>
        <w:spacing w:after="0" w:line="240" w:lineRule="auto"/>
        <w:rPr>
          <w:rFonts w:ascii="Times New Roman" w:hAnsi="Times New Roman"/>
          <w:sz w:val="28"/>
          <w:szCs w:val="28"/>
        </w:rPr>
      </w:pPr>
      <w:r w:rsidRPr="00CE00CA">
        <w:rPr>
          <w:rFonts w:ascii="Times New Roman" w:hAnsi="Times New Roman"/>
          <w:sz w:val="28"/>
          <w:szCs w:val="28"/>
        </w:rPr>
        <w:t>3. Assotsieerunud – näiteks erialaorganisatsioonid, tavaliselt omavad palgalisi ametnikke</w:t>
      </w:r>
    </w:p>
    <w:p w:rsidR="00F32E3B" w:rsidRPr="00CE00CA" w:rsidRDefault="00F32E3B" w:rsidP="00CE00CA">
      <w:pPr>
        <w:autoSpaceDE w:val="0"/>
        <w:autoSpaceDN w:val="0"/>
        <w:adjustRightInd w:val="0"/>
        <w:spacing w:after="0" w:line="240" w:lineRule="auto"/>
        <w:rPr>
          <w:rFonts w:ascii="Times New Roman" w:hAnsi="Times New Roman"/>
          <w:b/>
          <w:sz w:val="28"/>
          <w:szCs w:val="28"/>
        </w:rPr>
      </w:pPr>
      <w:r w:rsidRPr="00CE00CA">
        <w:rPr>
          <w:rFonts w:ascii="Times New Roman" w:hAnsi="Times New Roman"/>
          <w:sz w:val="28"/>
          <w:szCs w:val="28"/>
        </w:rPr>
        <w:t>4. institutsionaalsed – näiteks ametnikud ülikoolid, kirikud jne.</w:t>
      </w: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7. Survegruppide ja parteide erinevused</w:t>
      </w:r>
    </w:p>
    <w:p w:rsidR="00F32E3B" w:rsidRPr="00CE00CA" w:rsidRDefault="00F32E3B" w:rsidP="00CE00CA">
      <w:pPr>
        <w:pStyle w:val="ListParagraph"/>
        <w:numPr>
          <w:ilvl w:val="0"/>
          <w:numId w:val="28"/>
        </w:numPr>
        <w:autoSpaceDE w:val="0"/>
        <w:autoSpaceDN w:val="0"/>
        <w:adjustRightInd w:val="0"/>
        <w:spacing w:after="0" w:line="240" w:lineRule="auto"/>
        <w:rPr>
          <w:rFonts w:ascii="Times New Roman" w:hAnsi="Times New Roman"/>
          <w:color w:val="000000"/>
          <w:sz w:val="28"/>
          <w:szCs w:val="28"/>
        </w:rPr>
      </w:pPr>
      <w:r w:rsidRPr="00CE00CA">
        <w:rPr>
          <w:rFonts w:ascii="Times New Roman" w:hAnsi="Times New Roman"/>
          <w:color w:val="3333CD"/>
          <w:sz w:val="28"/>
          <w:szCs w:val="28"/>
        </w:rPr>
        <w:t xml:space="preserve"> </w:t>
      </w:r>
      <w:r w:rsidRPr="00CE00CA">
        <w:rPr>
          <w:rFonts w:ascii="Times New Roman" w:hAnsi="Times New Roman"/>
          <w:color w:val="000000"/>
          <w:sz w:val="28"/>
          <w:szCs w:val="28"/>
        </w:rPr>
        <w:t>esimene soovib poliitikat vaid mõjutada, teine soovib saada ka võimule.</w:t>
      </w:r>
    </w:p>
    <w:p w:rsidR="00F32E3B" w:rsidRPr="00CE00CA" w:rsidRDefault="00F32E3B" w:rsidP="00CE00CA">
      <w:pPr>
        <w:pStyle w:val="ListParagraph"/>
        <w:numPr>
          <w:ilvl w:val="0"/>
          <w:numId w:val="28"/>
        </w:numPr>
        <w:autoSpaceDE w:val="0"/>
        <w:autoSpaceDN w:val="0"/>
        <w:adjustRightInd w:val="0"/>
        <w:spacing w:after="0" w:line="240" w:lineRule="auto"/>
        <w:rPr>
          <w:rFonts w:ascii="Times New Roman" w:hAnsi="Times New Roman"/>
          <w:color w:val="000000"/>
          <w:sz w:val="28"/>
          <w:szCs w:val="28"/>
        </w:rPr>
      </w:pPr>
      <w:r w:rsidRPr="00CE00CA">
        <w:rPr>
          <w:rFonts w:ascii="Times New Roman" w:hAnsi="Times New Roman"/>
          <w:color w:val="000000"/>
          <w:sz w:val="28"/>
          <w:szCs w:val="28"/>
        </w:rPr>
        <w:t>Esimene seondub tavaliselt vaid ühe valdkonnaga, teine aga ühiskonna kui tervikuga.</w:t>
      </w:r>
    </w:p>
    <w:p w:rsidR="00F32E3B" w:rsidRPr="00CE00CA" w:rsidRDefault="00F32E3B" w:rsidP="00CE00CA">
      <w:pPr>
        <w:pStyle w:val="ListParagraph"/>
        <w:numPr>
          <w:ilvl w:val="0"/>
          <w:numId w:val="28"/>
        </w:numPr>
        <w:autoSpaceDE w:val="0"/>
        <w:autoSpaceDN w:val="0"/>
        <w:adjustRightInd w:val="0"/>
        <w:spacing w:after="0" w:line="240" w:lineRule="auto"/>
        <w:rPr>
          <w:rFonts w:ascii="Times New Roman" w:hAnsi="Times New Roman"/>
          <w:color w:val="000000"/>
          <w:sz w:val="28"/>
          <w:szCs w:val="28"/>
        </w:rPr>
      </w:pPr>
      <w:r w:rsidRPr="00CE00CA">
        <w:rPr>
          <w:rFonts w:ascii="Times New Roman" w:hAnsi="Times New Roman"/>
          <w:color w:val="000000"/>
          <w:sz w:val="28"/>
          <w:szCs w:val="28"/>
        </w:rPr>
        <w:t>Parteid on poliitilised, survegrupid ei pruugi</w:t>
      </w:r>
    </w:p>
    <w:p w:rsidR="00F32E3B" w:rsidRPr="00CE00CA" w:rsidRDefault="00F32E3B" w:rsidP="00CE00CA">
      <w:pPr>
        <w:pStyle w:val="ListParagraph"/>
        <w:numPr>
          <w:ilvl w:val="0"/>
          <w:numId w:val="28"/>
        </w:numPr>
        <w:autoSpaceDE w:val="0"/>
        <w:autoSpaceDN w:val="0"/>
        <w:adjustRightInd w:val="0"/>
        <w:spacing w:after="0" w:line="240" w:lineRule="auto"/>
        <w:rPr>
          <w:rFonts w:ascii="Times New Roman" w:hAnsi="Times New Roman"/>
          <w:color w:val="000000"/>
          <w:sz w:val="28"/>
          <w:szCs w:val="28"/>
        </w:rPr>
      </w:pPr>
      <w:r w:rsidRPr="00CE00CA">
        <w:rPr>
          <w:rFonts w:ascii="Times New Roman" w:hAnsi="Times New Roman"/>
          <w:color w:val="000000"/>
          <w:sz w:val="28"/>
          <w:szCs w:val="28"/>
        </w:rPr>
        <w:t>Parteid osalevad valimistel, survegrupid mitte.</w:t>
      </w:r>
    </w:p>
    <w:p w:rsidR="00F32E3B" w:rsidRPr="00CE00CA" w:rsidRDefault="00F32E3B" w:rsidP="00CE00CA">
      <w:pPr>
        <w:pStyle w:val="ListParagraph"/>
        <w:numPr>
          <w:ilvl w:val="0"/>
          <w:numId w:val="28"/>
        </w:numPr>
        <w:autoSpaceDE w:val="0"/>
        <w:autoSpaceDN w:val="0"/>
        <w:adjustRightInd w:val="0"/>
        <w:spacing w:after="0" w:line="240" w:lineRule="auto"/>
        <w:rPr>
          <w:rFonts w:ascii="Times New Roman" w:hAnsi="Times New Roman"/>
          <w:b/>
          <w:sz w:val="28"/>
          <w:szCs w:val="28"/>
        </w:rPr>
      </w:pPr>
      <w:r w:rsidRPr="00CE00CA">
        <w:rPr>
          <w:rFonts w:ascii="Times New Roman" w:hAnsi="Times New Roman"/>
          <w:color w:val="000000"/>
          <w:sz w:val="28"/>
          <w:szCs w:val="28"/>
        </w:rPr>
        <w:t>Parteid on sageli välja kasvanud survegrupist</w:t>
      </w: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8. Iseloomustada ’uusi sotsiaalseid liikumisi’</w:t>
      </w:r>
    </w:p>
    <w:p w:rsidR="00F32E3B" w:rsidRPr="00CE00CA" w:rsidRDefault="00F32E3B" w:rsidP="00CE00CA">
      <w:pPr>
        <w:autoSpaceDE w:val="0"/>
        <w:autoSpaceDN w:val="0"/>
        <w:adjustRightInd w:val="0"/>
        <w:spacing w:after="0" w:line="240" w:lineRule="auto"/>
        <w:rPr>
          <w:rFonts w:ascii="Times New Roman" w:hAnsi="Times New Roman"/>
          <w:b/>
          <w:sz w:val="28"/>
          <w:szCs w:val="28"/>
        </w:rPr>
      </w:pP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9. Mis mõjutab survegruppide mõjukust?</w:t>
      </w:r>
    </w:p>
    <w:p w:rsidR="00F32E3B" w:rsidRPr="00CE00CA" w:rsidRDefault="00F32E3B" w:rsidP="00CE00CA">
      <w:pPr>
        <w:autoSpaceDE w:val="0"/>
        <w:autoSpaceDN w:val="0"/>
        <w:adjustRightInd w:val="0"/>
        <w:spacing w:after="0" w:line="240" w:lineRule="auto"/>
        <w:rPr>
          <w:rFonts w:ascii="Times New Roman" w:hAnsi="Times New Roman"/>
          <w:b/>
          <w:sz w:val="28"/>
          <w:szCs w:val="28"/>
        </w:rPr>
      </w:pP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10. Mis tingimustes võivad survegrupid olla demokraatiale ohtlikud?</w:t>
      </w:r>
    </w:p>
    <w:p w:rsidR="00F32E3B" w:rsidRPr="00CE00CA" w:rsidRDefault="00F32E3B" w:rsidP="00CE00CA">
      <w:pPr>
        <w:autoSpaceDE w:val="0"/>
        <w:autoSpaceDN w:val="0"/>
        <w:adjustRightInd w:val="0"/>
        <w:spacing w:after="0" w:line="240" w:lineRule="auto"/>
        <w:rPr>
          <w:rFonts w:ascii="Times New Roman" w:hAnsi="Times New Roman"/>
          <w:b/>
          <w:sz w:val="28"/>
          <w:szCs w:val="28"/>
        </w:rPr>
      </w:pP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r w:rsidRPr="00CE00CA">
        <w:rPr>
          <w:rFonts w:ascii="Times New Roman" w:hAnsi="Times New Roman"/>
          <w:b/>
          <w:color w:val="FF0000"/>
          <w:sz w:val="28"/>
          <w:szCs w:val="28"/>
        </w:rPr>
        <w:t>11. Poliitilise kaasamise tähendus ja sisu erinevatel ajalooperioodidel</w:t>
      </w:r>
    </w:p>
    <w:p w:rsidR="00F32E3B" w:rsidRPr="00CE00CA" w:rsidRDefault="00F32E3B" w:rsidP="00CE00CA">
      <w:pPr>
        <w:autoSpaceDE w:val="0"/>
        <w:autoSpaceDN w:val="0"/>
        <w:adjustRightInd w:val="0"/>
        <w:spacing w:after="0" w:line="240" w:lineRule="auto"/>
        <w:rPr>
          <w:rFonts w:ascii="Times New Roman" w:hAnsi="Times New Roman"/>
          <w:b/>
          <w:color w:val="FF0000"/>
          <w:sz w:val="28"/>
          <w:szCs w:val="28"/>
        </w:rPr>
      </w:pPr>
    </w:p>
    <w:p w:rsidR="00F32E3B" w:rsidRPr="00CE00CA" w:rsidRDefault="00F32E3B" w:rsidP="00CE00CA">
      <w:pPr>
        <w:autoSpaceDE w:val="0"/>
        <w:autoSpaceDN w:val="0"/>
        <w:adjustRightInd w:val="0"/>
        <w:spacing w:after="0" w:line="240" w:lineRule="auto"/>
        <w:jc w:val="both"/>
        <w:rPr>
          <w:rFonts w:ascii="Times New Roman" w:hAnsi="Times New Roman"/>
          <w:b/>
          <w:color w:val="FF0000"/>
          <w:sz w:val="28"/>
          <w:szCs w:val="28"/>
        </w:rPr>
      </w:pPr>
      <w:r w:rsidRPr="00CE00CA">
        <w:rPr>
          <w:rFonts w:ascii="Times New Roman" w:hAnsi="Times New Roman"/>
          <w:b/>
          <w:color w:val="FF0000"/>
          <w:sz w:val="28"/>
          <w:szCs w:val="28"/>
        </w:rPr>
        <w:t>12. John Dryzek’i kaasamise teooria</w:t>
      </w:r>
    </w:p>
    <w:p w:rsidR="00F32E3B" w:rsidRPr="00CE00CA" w:rsidRDefault="00F32E3B" w:rsidP="00CE00CA">
      <w:pPr>
        <w:autoSpaceDE w:val="0"/>
        <w:autoSpaceDN w:val="0"/>
        <w:adjustRightInd w:val="0"/>
        <w:spacing w:after="0" w:line="240" w:lineRule="auto"/>
        <w:jc w:val="both"/>
        <w:rPr>
          <w:rFonts w:ascii="Times New Roman" w:hAnsi="Times New Roman"/>
          <w:b/>
          <w:sz w:val="28"/>
          <w:szCs w:val="28"/>
        </w:rPr>
      </w:pPr>
    </w:p>
    <w:sectPr w:rsidR="00F32E3B" w:rsidRPr="00CE00CA" w:rsidSect="00BA72B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C62B1"/>
    <w:multiLevelType w:val="hybridMultilevel"/>
    <w:tmpl w:val="EF58899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nsid w:val="0637182C"/>
    <w:multiLevelType w:val="hybridMultilevel"/>
    <w:tmpl w:val="AAA61B1E"/>
    <w:lvl w:ilvl="0" w:tplc="C2DAD232">
      <w:start w:val="1"/>
      <w:numFmt w:val="bullet"/>
      <w:lvlText w:val=""/>
      <w:lvlJc w:val="left"/>
      <w:pPr>
        <w:ind w:left="720" w:hanging="360"/>
      </w:pPr>
      <w:rPr>
        <w:rFonts w:ascii="Symbol" w:hAnsi="Symbol" w:hint="default"/>
        <w:color w:val="auto"/>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nsid w:val="0B846F7D"/>
    <w:multiLevelType w:val="hybridMultilevel"/>
    <w:tmpl w:val="D286EED6"/>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nsid w:val="0E8A7F58"/>
    <w:multiLevelType w:val="hybridMultilevel"/>
    <w:tmpl w:val="698EF3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nsid w:val="0FE025F5"/>
    <w:multiLevelType w:val="hybridMultilevel"/>
    <w:tmpl w:val="9E884FEA"/>
    <w:lvl w:ilvl="0" w:tplc="C2DAD232">
      <w:start w:val="1"/>
      <w:numFmt w:val="bullet"/>
      <w:lvlText w:val=""/>
      <w:lvlJc w:val="left"/>
      <w:pPr>
        <w:ind w:left="720" w:hanging="360"/>
      </w:pPr>
      <w:rPr>
        <w:rFonts w:ascii="Symbol" w:hAnsi="Symbol" w:hint="default"/>
        <w:color w:val="auto"/>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nsid w:val="12DB1EE1"/>
    <w:multiLevelType w:val="hybridMultilevel"/>
    <w:tmpl w:val="86968CF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nsid w:val="141638C5"/>
    <w:multiLevelType w:val="hybridMultilevel"/>
    <w:tmpl w:val="4F1AF34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nsid w:val="15505BB7"/>
    <w:multiLevelType w:val="hybridMultilevel"/>
    <w:tmpl w:val="AFD06B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nsid w:val="15B16EDF"/>
    <w:multiLevelType w:val="hybridMultilevel"/>
    <w:tmpl w:val="8270A89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nsid w:val="1C1621EC"/>
    <w:multiLevelType w:val="hybridMultilevel"/>
    <w:tmpl w:val="24B21E0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nsid w:val="268F0406"/>
    <w:multiLevelType w:val="hybridMultilevel"/>
    <w:tmpl w:val="5560D0F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nsid w:val="26DE4737"/>
    <w:multiLevelType w:val="hybridMultilevel"/>
    <w:tmpl w:val="AB2EB13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nsid w:val="2A1654FD"/>
    <w:multiLevelType w:val="hybridMultilevel"/>
    <w:tmpl w:val="66E28C0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nsid w:val="3DE70E74"/>
    <w:multiLevelType w:val="hybridMultilevel"/>
    <w:tmpl w:val="38F8F65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nsid w:val="443020D4"/>
    <w:multiLevelType w:val="hybridMultilevel"/>
    <w:tmpl w:val="9AFC4F68"/>
    <w:lvl w:ilvl="0" w:tplc="04250001">
      <w:start w:val="1"/>
      <w:numFmt w:val="bullet"/>
      <w:lvlText w:val=""/>
      <w:lvlJc w:val="left"/>
      <w:pPr>
        <w:ind w:left="774" w:hanging="360"/>
      </w:pPr>
      <w:rPr>
        <w:rFonts w:ascii="Symbol" w:hAnsi="Symbol" w:hint="default"/>
      </w:rPr>
    </w:lvl>
    <w:lvl w:ilvl="1" w:tplc="04250003" w:tentative="1">
      <w:start w:val="1"/>
      <w:numFmt w:val="bullet"/>
      <w:lvlText w:val="o"/>
      <w:lvlJc w:val="left"/>
      <w:pPr>
        <w:ind w:left="1494" w:hanging="360"/>
      </w:pPr>
      <w:rPr>
        <w:rFonts w:ascii="Courier New" w:hAnsi="Courier New" w:hint="default"/>
      </w:rPr>
    </w:lvl>
    <w:lvl w:ilvl="2" w:tplc="04250005" w:tentative="1">
      <w:start w:val="1"/>
      <w:numFmt w:val="bullet"/>
      <w:lvlText w:val=""/>
      <w:lvlJc w:val="left"/>
      <w:pPr>
        <w:ind w:left="2214" w:hanging="360"/>
      </w:pPr>
      <w:rPr>
        <w:rFonts w:ascii="Wingdings" w:hAnsi="Wingdings" w:hint="default"/>
      </w:rPr>
    </w:lvl>
    <w:lvl w:ilvl="3" w:tplc="04250001" w:tentative="1">
      <w:start w:val="1"/>
      <w:numFmt w:val="bullet"/>
      <w:lvlText w:val=""/>
      <w:lvlJc w:val="left"/>
      <w:pPr>
        <w:ind w:left="2934" w:hanging="360"/>
      </w:pPr>
      <w:rPr>
        <w:rFonts w:ascii="Symbol" w:hAnsi="Symbol" w:hint="default"/>
      </w:rPr>
    </w:lvl>
    <w:lvl w:ilvl="4" w:tplc="04250003" w:tentative="1">
      <w:start w:val="1"/>
      <w:numFmt w:val="bullet"/>
      <w:lvlText w:val="o"/>
      <w:lvlJc w:val="left"/>
      <w:pPr>
        <w:ind w:left="3654" w:hanging="360"/>
      </w:pPr>
      <w:rPr>
        <w:rFonts w:ascii="Courier New" w:hAnsi="Courier New" w:hint="default"/>
      </w:rPr>
    </w:lvl>
    <w:lvl w:ilvl="5" w:tplc="04250005" w:tentative="1">
      <w:start w:val="1"/>
      <w:numFmt w:val="bullet"/>
      <w:lvlText w:val=""/>
      <w:lvlJc w:val="left"/>
      <w:pPr>
        <w:ind w:left="4374" w:hanging="360"/>
      </w:pPr>
      <w:rPr>
        <w:rFonts w:ascii="Wingdings" w:hAnsi="Wingdings" w:hint="default"/>
      </w:rPr>
    </w:lvl>
    <w:lvl w:ilvl="6" w:tplc="04250001" w:tentative="1">
      <w:start w:val="1"/>
      <w:numFmt w:val="bullet"/>
      <w:lvlText w:val=""/>
      <w:lvlJc w:val="left"/>
      <w:pPr>
        <w:ind w:left="5094" w:hanging="360"/>
      </w:pPr>
      <w:rPr>
        <w:rFonts w:ascii="Symbol" w:hAnsi="Symbol" w:hint="default"/>
      </w:rPr>
    </w:lvl>
    <w:lvl w:ilvl="7" w:tplc="04250003" w:tentative="1">
      <w:start w:val="1"/>
      <w:numFmt w:val="bullet"/>
      <w:lvlText w:val="o"/>
      <w:lvlJc w:val="left"/>
      <w:pPr>
        <w:ind w:left="5814" w:hanging="360"/>
      </w:pPr>
      <w:rPr>
        <w:rFonts w:ascii="Courier New" w:hAnsi="Courier New" w:hint="default"/>
      </w:rPr>
    </w:lvl>
    <w:lvl w:ilvl="8" w:tplc="04250005" w:tentative="1">
      <w:start w:val="1"/>
      <w:numFmt w:val="bullet"/>
      <w:lvlText w:val=""/>
      <w:lvlJc w:val="left"/>
      <w:pPr>
        <w:ind w:left="6534" w:hanging="360"/>
      </w:pPr>
      <w:rPr>
        <w:rFonts w:ascii="Wingdings" w:hAnsi="Wingdings" w:hint="default"/>
      </w:rPr>
    </w:lvl>
  </w:abstractNum>
  <w:abstractNum w:abstractNumId="15">
    <w:nsid w:val="4B5242CD"/>
    <w:multiLevelType w:val="hybridMultilevel"/>
    <w:tmpl w:val="00DEBAA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nsid w:val="4C076F55"/>
    <w:multiLevelType w:val="hybridMultilevel"/>
    <w:tmpl w:val="AB3834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nsid w:val="519A4CC7"/>
    <w:multiLevelType w:val="hybridMultilevel"/>
    <w:tmpl w:val="E36415C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nsid w:val="56594B15"/>
    <w:multiLevelType w:val="hybridMultilevel"/>
    <w:tmpl w:val="704206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nsid w:val="56750603"/>
    <w:multiLevelType w:val="hybridMultilevel"/>
    <w:tmpl w:val="AAD08E0C"/>
    <w:lvl w:ilvl="0" w:tplc="C2DAD232">
      <w:start w:val="1"/>
      <w:numFmt w:val="bullet"/>
      <w:lvlText w:val=""/>
      <w:lvlJc w:val="left"/>
      <w:pPr>
        <w:ind w:left="720" w:hanging="360"/>
      </w:pPr>
      <w:rPr>
        <w:rFonts w:ascii="Symbol" w:hAnsi="Symbol" w:hint="default"/>
        <w:color w:val="auto"/>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nsid w:val="56B2225D"/>
    <w:multiLevelType w:val="hybridMultilevel"/>
    <w:tmpl w:val="2A12470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nsid w:val="58020814"/>
    <w:multiLevelType w:val="hybridMultilevel"/>
    <w:tmpl w:val="4290EA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nsid w:val="68623D72"/>
    <w:multiLevelType w:val="hybridMultilevel"/>
    <w:tmpl w:val="E862B47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nsid w:val="689B5BE0"/>
    <w:multiLevelType w:val="hybridMultilevel"/>
    <w:tmpl w:val="E968FD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nsid w:val="69B21ED9"/>
    <w:multiLevelType w:val="hybridMultilevel"/>
    <w:tmpl w:val="3218084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nsid w:val="7868132F"/>
    <w:multiLevelType w:val="hybridMultilevel"/>
    <w:tmpl w:val="3F3AE21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nsid w:val="78692B0D"/>
    <w:multiLevelType w:val="hybridMultilevel"/>
    <w:tmpl w:val="94CAB0F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nsid w:val="7EB233B4"/>
    <w:multiLevelType w:val="hybridMultilevel"/>
    <w:tmpl w:val="713450D8"/>
    <w:lvl w:ilvl="0" w:tplc="C2DAD232">
      <w:start w:val="1"/>
      <w:numFmt w:val="bullet"/>
      <w:lvlText w:val=""/>
      <w:lvlJc w:val="left"/>
      <w:pPr>
        <w:ind w:left="720" w:hanging="360"/>
      </w:pPr>
      <w:rPr>
        <w:rFonts w:ascii="Symbol" w:hAnsi="Symbol" w:hint="default"/>
        <w:color w:val="auto"/>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23"/>
  </w:num>
  <w:num w:numId="2">
    <w:abstractNumId w:val="24"/>
  </w:num>
  <w:num w:numId="3">
    <w:abstractNumId w:val="1"/>
  </w:num>
  <w:num w:numId="4">
    <w:abstractNumId w:val="19"/>
  </w:num>
  <w:num w:numId="5">
    <w:abstractNumId w:val="27"/>
  </w:num>
  <w:num w:numId="6">
    <w:abstractNumId w:val="4"/>
  </w:num>
  <w:num w:numId="7">
    <w:abstractNumId w:val="21"/>
  </w:num>
  <w:num w:numId="8">
    <w:abstractNumId w:val="3"/>
  </w:num>
  <w:num w:numId="9">
    <w:abstractNumId w:val="8"/>
  </w:num>
  <w:num w:numId="10">
    <w:abstractNumId w:val="25"/>
  </w:num>
  <w:num w:numId="11">
    <w:abstractNumId w:val="17"/>
  </w:num>
  <w:num w:numId="12">
    <w:abstractNumId w:val="22"/>
  </w:num>
  <w:num w:numId="13">
    <w:abstractNumId w:val="9"/>
  </w:num>
  <w:num w:numId="14">
    <w:abstractNumId w:val="7"/>
  </w:num>
  <w:num w:numId="15">
    <w:abstractNumId w:val="16"/>
  </w:num>
  <w:num w:numId="16">
    <w:abstractNumId w:val="2"/>
  </w:num>
  <w:num w:numId="17">
    <w:abstractNumId w:val="12"/>
  </w:num>
  <w:num w:numId="18">
    <w:abstractNumId w:val="6"/>
  </w:num>
  <w:num w:numId="19">
    <w:abstractNumId w:val="13"/>
  </w:num>
  <w:num w:numId="20">
    <w:abstractNumId w:val="15"/>
  </w:num>
  <w:num w:numId="21">
    <w:abstractNumId w:val="18"/>
  </w:num>
  <w:num w:numId="22">
    <w:abstractNumId w:val="20"/>
  </w:num>
  <w:num w:numId="23">
    <w:abstractNumId w:val="11"/>
  </w:num>
  <w:num w:numId="24">
    <w:abstractNumId w:val="26"/>
  </w:num>
  <w:num w:numId="25">
    <w:abstractNumId w:val="0"/>
  </w:num>
  <w:num w:numId="26">
    <w:abstractNumId w:val="5"/>
  </w:num>
  <w:num w:numId="27">
    <w:abstractNumId w:val="14"/>
  </w:num>
  <w:num w:numId="2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3F7A"/>
    <w:rsid w:val="000D5014"/>
    <w:rsid w:val="00125A39"/>
    <w:rsid w:val="001F3B96"/>
    <w:rsid w:val="00231D66"/>
    <w:rsid w:val="002B02EE"/>
    <w:rsid w:val="002B1246"/>
    <w:rsid w:val="003058AC"/>
    <w:rsid w:val="00325647"/>
    <w:rsid w:val="00361766"/>
    <w:rsid w:val="003A371E"/>
    <w:rsid w:val="003B32C5"/>
    <w:rsid w:val="00455572"/>
    <w:rsid w:val="00481994"/>
    <w:rsid w:val="004B586B"/>
    <w:rsid w:val="00503099"/>
    <w:rsid w:val="005257A9"/>
    <w:rsid w:val="005C7C21"/>
    <w:rsid w:val="00610B43"/>
    <w:rsid w:val="006A353A"/>
    <w:rsid w:val="006A4D28"/>
    <w:rsid w:val="006D16C5"/>
    <w:rsid w:val="007904A7"/>
    <w:rsid w:val="007946E8"/>
    <w:rsid w:val="00795F6F"/>
    <w:rsid w:val="007A2567"/>
    <w:rsid w:val="00861F1A"/>
    <w:rsid w:val="00886679"/>
    <w:rsid w:val="008A54D0"/>
    <w:rsid w:val="008A61F1"/>
    <w:rsid w:val="008C3F7A"/>
    <w:rsid w:val="00972064"/>
    <w:rsid w:val="009D0840"/>
    <w:rsid w:val="009F59BB"/>
    <w:rsid w:val="00A07009"/>
    <w:rsid w:val="00A11639"/>
    <w:rsid w:val="00A32E49"/>
    <w:rsid w:val="00A745FA"/>
    <w:rsid w:val="00A83C30"/>
    <w:rsid w:val="00AB53A0"/>
    <w:rsid w:val="00B06FF8"/>
    <w:rsid w:val="00B65850"/>
    <w:rsid w:val="00B937E4"/>
    <w:rsid w:val="00BA72BD"/>
    <w:rsid w:val="00C11CFC"/>
    <w:rsid w:val="00C91EAA"/>
    <w:rsid w:val="00CE00CA"/>
    <w:rsid w:val="00E212B3"/>
    <w:rsid w:val="00E441D0"/>
    <w:rsid w:val="00EC1F0E"/>
    <w:rsid w:val="00F32E3B"/>
    <w:rsid w:val="00F81B1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2BD"/>
    <w:pPr>
      <w:spacing w:after="200" w:line="276" w:lineRule="auto"/>
    </w:pPr>
    <w:rPr>
      <w:lang w:val="et-EE"/>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86679"/>
    <w:pPr>
      <w:ind w:left="720"/>
      <w:contextualSpacing/>
    </w:pPr>
  </w:style>
  <w:style w:type="character" w:customStyle="1" w:styleId="jutt11">
    <w:name w:val="jutt11"/>
    <w:basedOn w:val="DefaultParagraphFont"/>
    <w:uiPriority w:val="99"/>
    <w:rsid w:val="005C7C21"/>
    <w:rPr>
      <w:rFonts w:ascii="Verdana" w:hAnsi="Verdana" w:cs="Times New Roman"/>
      <w:color w:val="000000"/>
      <w:sz w:val="15"/>
      <w:szCs w:val="15"/>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531</TotalTime>
  <Pages>12</Pages>
  <Words>3457</Words>
  <Characters>19708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marjukas</dc:creator>
  <cp:keywords/>
  <dc:description/>
  <cp:lastModifiedBy>Jaan</cp:lastModifiedBy>
  <cp:revision>15</cp:revision>
  <dcterms:created xsi:type="dcterms:W3CDTF">2009-03-20T12:03:00Z</dcterms:created>
  <dcterms:modified xsi:type="dcterms:W3CDTF">2009-03-22T20:53:00Z</dcterms:modified>
</cp:coreProperties>
</file>